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541" w:type="dxa"/>
        <w:tblLook w:val="04A0" w:firstRow="1" w:lastRow="0" w:firstColumn="1" w:lastColumn="0" w:noHBand="0" w:noVBand="1"/>
      </w:tblPr>
      <w:tblGrid>
        <w:gridCol w:w="677"/>
        <w:gridCol w:w="607"/>
        <w:gridCol w:w="1221"/>
        <w:gridCol w:w="3356"/>
        <w:gridCol w:w="1592"/>
        <w:gridCol w:w="2088"/>
      </w:tblGrid>
      <w:tr w:rsidR="00330065" w:rsidRPr="00D313C7" w14:paraId="74A9FECF" w14:textId="77777777" w:rsidTr="005C454A">
        <w:tc>
          <w:tcPr>
            <w:tcW w:w="677" w:type="dxa"/>
            <w:vAlign w:val="bottom"/>
          </w:tcPr>
          <w:p w14:paraId="2A1026AA" w14:textId="77777777" w:rsidR="004C2E5C" w:rsidRPr="00D313C7" w:rsidRDefault="00C71C60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607" w:type="dxa"/>
            <w:vAlign w:val="bottom"/>
          </w:tcPr>
          <w:p w14:paraId="48A81229" w14:textId="77777777" w:rsidR="004C2E5C" w:rsidRPr="00D313C7" w:rsidRDefault="00C71C60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QTY</w:t>
            </w:r>
          </w:p>
        </w:tc>
        <w:tc>
          <w:tcPr>
            <w:tcW w:w="1221" w:type="dxa"/>
            <w:vAlign w:val="bottom"/>
          </w:tcPr>
          <w:p w14:paraId="72CD96E4" w14:textId="77777777" w:rsidR="004C2E5C" w:rsidRPr="00D313C7" w:rsidRDefault="00C71C60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REFERE</w:t>
            </w:r>
            <w:r w:rsidR="00E14A65">
              <w:rPr>
                <w:rFonts w:ascii="Linear Helv Cond" w:hAnsi="Linear Helv Cond"/>
                <w:b/>
                <w:bCs/>
                <w:sz w:val="18"/>
                <w:szCs w:val="18"/>
              </w:rPr>
              <w:t>NCE</w:t>
            </w:r>
          </w:p>
        </w:tc>
        <w:tc>
          <w:tcPr>
            <w:tcW w:w="3356" w:type="dxa"/>
            <w:vAlign w:val="bottom"/>
          </w:tcPr>
          <w:p w14:paraId="5422AD86" w14:textId="77777777" w:rsidR="004C2E5C" w:rsidRPr="00D313C7" w:rsidRDefault="00E14A65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PART DESCRIPTION</w:t>
            </w:r>
          </w:p>
        </w:tc>
        <w:tc>
          <w:tcPr>
            <w:tcW w:w="1592" w:type="dxa"/>
            <w:vAlign w:val="bottom"/>
          </w:tcPr>
          <w:p w14:paraId="5167E1E5" w14:textId="77777777" w:rsidR="004C2E5C" w:rsidRPr="00D313C7" w:rsidRDefault="00E14A65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MANUFACTURER</w:t>
            </w:r>
          </w:p>
        </w:tc>
        <w:tc>
          <w:tcPr>
            <w:tcW w:w="2088" w:type="dxa"/>
            <w:vAlign w:val="bottom"/>
          </w:tcPr>
          <w:p w14:paraId="1951DD78" w14:textId="77777777" w:rsidR="004C2E5C" w:rsidRPr="00D313C7" w:rsidRDefault="00E14A65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PART NUMBER</w:t>
            </w:r>
          </w:p>
        </w:tc>
      </w:tr>
      <w:tr w:rsidR="005318E2" w:rsidRPr="005318E2" w14:paraId="2DF1DFF7" w14:textId="77777777" w:rsidTr="005C454A">
        <w:tc>
          <w:tcPr>
            <w:tcW w:w="677" w:type="dxa"/>
            <w:vAlign w:val="bottom"/>
          </w:tcPr>
          <w:p w14:paraId="38A15093" w14:textId="70E16DC2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7" w:type="dxa"/>
            <w:vAlign w:val="bottom"/>
          </w:tcPr>
          <w:p w14:paraId="1F9CD72B" w14:textId="78DCD517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1" w:type="dxa"/>
            <w:vAlign w:val="bottom"/>
          </w:tcPr>
          <w:p w14:paraId="5EF75633" w14:textId="424B0A48" w:rsidR="005318E2" w:rsidRPr="005318E2" w:rsidRDefault="00AF24CA" w:rsidP="005318E2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PCB</w:t>
            </w:r>
          </w:p>
        </w:tc>
        <w:tc>
          <w:tcPr>
            <w:tcW w:w="3356" w:type="dxa"/>
            <w:vAlign w:val="bottom"/>
          </w:tcPr>
          <w:p w14:paraId="51B2CA9A" w14:textId="29D68263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PCB</w:t>
            </w:r>
          </w:p>
        </w:tc>
        <w:tc>
          <w:tcPr>
            <w:tcW w:w="1592" w:type="dxa"/>
            <w:vAlign w:val="bottom"/>
          </w:tcPr>
          <w:p w14:paraId="53135B3F" w14:textId="033BBCB8" w:rsidR="005318E2" w:rsidRPr="005318E2" w:rsidRDefault="00706B00" w:rsidP="005318E2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ANALOG DEVICES</w:t>
            </w:r>
          </w:p>
        </w:tc>
        <w:tc>
          <w:tcPr>
            <w:tcW w:w="2088" w:type="dxa"/>
            <w:vAlign w:val="bottom"/>
          </w:tcPr>
          <w:p w14:paraId="28A06FE8" w14:textId="30265516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08_051363b</w:t>
            </w:r>
          </w:p>
        </w:tc>
      </w:tr>
      <w:tr w:rsidR="005318E2" w:rsidRPr="005318E2" w14:paraId="0638AA58" w14:textId="77777777" w:rsidTr="005C454A">
        <w:tc>
          <w:tcPr>
            <w:tcW w:w="677" w:type="dxa"/>
            <w:vAlign w:val="bottom"/>
          </w:tcPr>
          <w:p w14:paraId="3329C18D" w14:textId="133CACCE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07" w:type="dxa"/>
            <w:vAlign w:val="bottom"/>
          </w:tcPr>
          <w:p w14:paraId="63F30840" w14:textId="4AE7D176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1" w:type="dxa"/>
            <w:vAlign w:val="bottom"/>
          </w:tcPr>
          <w:p w14:paraId="7D906AC5" w14:textId="7952083D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C1</w:t>
            </w:r>
          </w:p>
        </w:tc>
        <w:tc>
          <w:tcPr>
            <w:tcW w:w="3356" w:type="dxa"/>
            <w:vAlign w:val="bottom"/>
          </w:tcPr>
          <w:p w14:paraId="285CFA82" w14:textId="574BA2F6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CAP 4.7</w:t>
            </w:r>
            <w:r w:rsidR="00900E3A">
              <w:rPr>
                <w:rFonts w:ascii="Calibri" w:hAnsi="Calibri" w:cs="Calibri"/>
                <w:color w:val="000000"/>
                <w:sz w:val="18"/>
                <w:szCs w:val="18"/>
              </w:rPr>
              <w:t>u</w:t>
            </w: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F 25V</w:t>
            </w:r>
            <w:r w:rsidR="00700A3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CER</w:t>
            </w: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X5R 0805</w:t>
            </w:r>
          </w:p>
        </w:tc>
        <w:tc>
          <w:tcPr>
            <w:tcW w:w="1592" w:type="dxa"/>
            <w:vAlign w:val="bottom"/>
          </w:tcPr>
          <w:p w14:paraId="12031948" w14:textId="781AE91B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SAMSUNG</w:t>
            </w:r>
          </w:p>
        </w:tc>
        <w:tc>
          <w:tcPr>
            <w:tcW w:w="2088" w:type="dxa"/>
            <w:vAlign w:val="bottom"/>
          </w:tcPr>
          <w:p w14:paraId="1BEDA0A5" w14:textId="6FEAFF01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CL21A475KAQNNNG</w:t>
            </w:r>
          </w:p>
        </w:tc>
      </w:tr>
      <w:tr w:rsidR="005318E2" w:rsidRPr="005318E2" w14:paraId="565A8880" w14:textId="77777777" w:rsidTr="005C454A">
        <w:tc>
          <w:tcPr>
            <w:tcW w:w="677" w:type="dxa"/>
            <w:vAlign w:val="bottom"/>
          </w:tcPr>
          <w:p w14:paraId="46EBA1A0" w14:textId="19BE2218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07" w:type="dxa"/>
            <w:vAlign w:val="bottom"/>
          </w:tcPr>
          <w:p w14:paraId="58A43EAE" w14:textId="3A5B6A51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21" w:type="dxa"/>
            <w:vAlign w:val="bottom"/>
          </w:tcPr>
          <w:p w14:paraId="300584F6" w14:textId="5B131221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C6,C9,C10</w:t>
            </w:r>
          </w:p>
        </w:tc>
        <w:tc>
          <w:tcPr>
            <w:tcW w:w="3356" w:type="dxa"/>
            <w:vAlign w:val="bottom"/>
          </w:tcPr>
          <w:p w14:paraId="5ECA8C7C" w14:textId="7D9723E4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CAP 1</w:t>
            </w:r>
            <w:r w:rsidR="003E2698">
              <w:rPr>
                <w:rFonts w:ascii="Calibri" w:hAnsi="Calibri" w:cs="Calibri"/>
                <w:color w:val="000000"/>
                <w:sz w:val="18"/>
                <w:szCs w:val="18"/>
              </w:rPr>
              <w:t>u</w:t>
            </w: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F 50V </w:t>
            </w:r>
            <w:r w:rsidR="003F086D">
              <w:rPr>
                <w:rFonts w:ascii="Calibri" w:hAnsi="Calibri" w:cs="Calibri"/>
                <w:color w:val="000000"/>
                <w:sz w:val="18"/>
                <w:szCs w:val="18"/>
              </w:rPr>
              <w:t>CER</w:t>
            </w: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X5R 0603</w:t>
            </w:r>
          </w:p>
        </w:tc>
        <w:tc>
          <w:tcPr>
            <w:tcW w:w="1592" w:type="dxa"/>
            <w:vAlign w:val="bottom"/>
          </w:tcPr>
          <w:p w14:paraId="1B7C56F4" w14:textId="3B6D97FC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SAMSUNG</w:t>
            </w:r>
          </w:p>
        </w:tc>
        <w:tc>
          <w:tcPr>
            <w:tcW w:w="2088" w:type="dxa"/>
            <w:vAlign w:val="bottom"/>
          </w:tcPr>
          <w:p w14:paraId="0C208352" w14:textId="2545CC57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CL10A105KB8NNNC</w:t>
            </w:r>
          </w:p>
        </w:tc>
      </w:tr>
      <w:tr w:rsidR="005318E2" w:rsidRPr="005318E2" w14:paraId="6082460E" w14:textId="77777777" w:rsidTr="005C454A">
        <w:tc>
          <w:tcPr>
            <w:tcW w:w="677" w:type="dxa"/>
            <w:vAlign w:val="bottom"/>
          </w:tcPr>
          <w:p w14:paraId="6A337AAD" w14:textId="2E2EC298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07" w:type="dxa"/>
            <w:vAlign w:val="bottom"/>
          </w:tcPr>
          <w:p w14:paraId="53F6396E" w14:textId="600A8615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1" w:type="dxa"/>
            <w:vAlign w:val="bottom"/>
          </w:tcPr>
          <w:p w14:paraId="28061119" w14:textId="05AB7381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C7,C11</w:t>
            </w:r>
          </w:p>
        </w:tc>
        <w:tc>
          <w:tcPr>
            <w:tcW w:w="3356" w:type="dxa"/>
            <w:vAlign w:val="bottom"/>
          </w:tcPr>
          <w:p w14:paraId="0BCAA149" w14:textId="2263BF96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CAP 100</w:t>
            </w:r>
            <w:r w:rsidR="001708BD">
              <w:rPr>
                <w:rFonts w:ascii="Calibri" w:hAnsi="Calibri" w:cs="Calibri"/>
                <w:color w:val="000000"/>
                <w:sz w:val="18"/>
                <w:szCs w:val="18"/>
              </w:rPr>
              <w:t>p</w:t>
            </w: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F 50V C0G 0402</w:t>
            </w:r>
          </w:p>
        </w:tc>
        <w:tc>
          <w:tcPr>
            <w:tcW w:w="1592" w:type="dxa"/>
            <w:vAlign w:val="bottom"/>
          </w:tcPr>
          <w:p w14:paraId="779A1FA5" w14:textId="766C7D07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MURATA</w:t>
            </w:r>
          </w:p>
        </w:tc>
        <w:tc>
          <w:tcPr>
            <w:tcW w:w="2088" w:type="dxa"/>
            <w:vAlign w:val="bottom"/>
          </w:tcPr>
          <w:p w14:paraId="6EBCEAA2" w14:textId="01BCEC91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GCM1555C1H101FA16D</w:t>
            </w:r>
          </w:p>
        </w:tc>
      </w:tr>
      <w:tr w:rsidR="005318E2" w:rsidRPr="005318E2" w14:paraId="776927CE" w14:textId="77777777" w:rsidTr="005C454A">
        <w:tc>
          <w:tcPr>
            <w:tcW w:w="677" w:type="dxa"/>
            <w:vAlign w:val="bottom"/>
          </w:tcPr>
          <w:p w14:paraId="00C67503" w14:textId="52EC0CD2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07" w:type="dxa"/>
            <w:vAlign w:val="bottom"/>
          </w:tcPr>
          <w:p w14:paraId="5883931C" w14:textId="0EC6B99C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1" w:type="dxa"/>
            <w:vAlign w:val="bottom"/>
          </w:tcPr>
          <w:p w14:paraId="4AAF7AA8" w14:textId="1D7AC47A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C5,C12</w:t>
            </w:r>
          </w:p>
        </w:tc>
        <w:tc>
          <w:tcPr>
            <w:tcW w:w="3356" w:type="dxa"/>
            <w:vAlign w:val="bottom"/>
          </w:tcPr>
          <w:p w14:paraId="49014A09" w14:textId="15CFBE55" w:rsidR="005318E2" w:rsidRPr="005318E2" w:rsidRDefault="001708BD" w:rsidP="005318E2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CAP </w:t>
            </w:r>
            <w:r w:rsidR="002E7ACE">
              <w:rPr>
                <w:rFonts w:ascii="Calibri" w:hAnsi="Calibri" w:cs="Calibri"/>
                <w:color w:val="000000"/>
                <w:sz w:val="18"/>
                <w:szCs w:val="18"/>
              </w:rPr>
              <w:t>TBD CER 0603 (Note )</w:t>
            </w:r>
          </w:p>
        </w:tc>
        <w:tc>
          <w:tcPr>
            <w:tcW w:w="1592" w:type="dxa"/>
            <w:vAlign w:val="bottom"/>
          </w:tcPr>
          <w:p w14:paraId="51820E4A" w14:textId="3B05779E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TBD0603</w:t>
            </w:r>
          </w:p>
        </w:tc>
        <w:tc>
          <w:tcPr>
            <w:tcW w:w="2088" w:type="dxa"/>
            <w:vAlign w:val="bottom"/>
          </w:tcPr>
          <w:p w14:paraId="056B109E" w14:textId="47CC2AAD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TBD0603</w:t>
            </w:r>
          </w:p>
        </w:tc>
      </w:tr>
      <w:tr w:rsidR="005318E2" w:rsidRPr="005318E2" w14:paraId="39A3D6FE" w14:textId="77777777" w:rsidTr="005C454A">
        <w:tc>
          <w:tcPr>
            <w:tcW w:w="677" w:type="dxa"/>
            <w:vAlign w:val="bottom"/>
          </w:tcPr>
          <w:p w14:paraId="182902B3" w14:textId="44B4B8B1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607" w:type="dxa"/>
            <w:vAlign w:val="bottom"/>
          </w:tcPr>
          <w:p w14:paraId="7859400D" w14:textId="78CB5150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1" w:type="dxa"/>
            <w:vAlign w:val="bottom"/>
          </w:tcPr>
          <w:p w14:paraId="12FB2750" w14:textId="09D04108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C2</w:t>
            </w:r>
          </w:p>
        </w:tc>
        <w:tc>
          <w:tcPr>
            <w:tcW w:w="3356" w:type="dxa"/>
            <w:vAlign w:val="bottom"/>
          </w:tcPr>
          <w:p w14:paraId="481FF3D1" w14:textId="15589DD2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CAP </w:t>
            </w:r>
            <w:r w:rsidR="004A0E6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0.1uF 16V </w:t>
            </w: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CER X7R</w:t>
            </w:r>
            <w:r w:rsidR="004A0E6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0402</w:t>
            </w:r>
          </w:p>
        </w:tc>
        <w:tc>
          <w:tcPr>
            <w:tcW w:w="1592" w:type="dxa"/>
            <w:vAlign w:val="bottom"/>
          </w:tcPr>
          <w:p w14:paraId="0CD964E8" w14:textId="5BCACED3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KEMET</w:t>
            </w:r>
          </w:p>
        </w:tc>
        <w:tc>
          <w:tcPr>
            <w:tcW w:w="2088" w:type="dxa"/>
            <w:vAlign w:val="bottom"/>
          </w:tcPr>
          <w:p w14:paraId="0B00D2CE" w14:textId="7E8E0AEF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C0402C104K4RACTU</w:t>
            </w:r>
          </w:p>
        </w:tc>
      </w:tr>
      <w:tr w:rsidR="005318E2" w:rsidRPr="005318E2" w14:paraId="4F514AA1" w14:textId="77777777" w:rsidTr="005C454A">
        <w:tc>
          <w:tcPr>
            <w:tcW w:w="677" w:type="dxa"/>
            <w:vAlign w:val="bottom"/>
          </w:tcPr>
          <w:p w14:paraId="5D7BA3EA" w14:textId="641E476C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07" w:type="dxa"/>
            <w:vAlign w:val="bottom"/>
          </w:tcPr>
          <w:p w14:paraId="6B4C3972" w14:textId="2AFB5A62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1" w:type="dxa"/>
            <w:vAlign w:val="bottom"/>
          </w:tcPr>
          <w:p w14:paraId="6644CAC4" w14:textId="155B990A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C3,C4</w:t>
            </w:r>
          </w:p>
        </w:tc>
        <w:tc>
          <w:tcPr>
            <w:tcW w:w="3356" w:type="dxa"/>
            <w:vAlign w:val="bottom"/>
          </w:tcPr>
          <w:p w14:paraId="7823A0E2" w14:textId="0A7711DD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CAP 10</w:t>
            </w:r>
            <w:r w:rsidR="007B1AF5">
              <w:rPr>
                <w:rFonts w:ascii="Calibri" w:hAnsi="Calibri" w:cs="Calibri"/>
                <w:color w:val="000000"/>
                <w:sz w:val="18"/>
                <w:szCs w:val="18"/>
              </w:rPr>
              <w:t>u</w:t>
            </w: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F 50V </w:t>
            </w:r>
            <w:r w:rsidR="007B1AF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CER </w:t>
            </w: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X5R 1206</w:t>
            </w:r>
          </w:p>
        </w:tc>
        <w:tc>
          <w:tcPr>
            <w:tcW w:w="1592" w:type="dxa"/>
            <w:vAlign w:val="bottom"/>
          </w:tcPr>
          <w:p w14:paraId="09DFFC96" w14:textId="0E6D5A1C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SAMSUNG</w:t>
            </w:r>
          </w:p>
        </w:tc>
        <w:tc>
          <w:tcPr>
            <w:tcW w:w="2088" w:type="dxa"/>
            <w:vAlign w:val="bottom"/>
          </w:tcPr>
          <w:p w14:paraId="70E9AAFB" w14:textId="2A466CBC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CL31A106MBHNNNE</w:t>
            </w:r>
          </w:p>
        </w:tc>
      </w:tr>
      <w:tr w:rsidR="005318E2" w:rsidRPr="005318E2" w14:paraId="56C0695F" w14:textId="77777777" w:rsidTr="005C454A">
        <w:tc>
          <w:tcPr>
            <w:tcW w:w="677" w:type="dxa"/>
            <w:vAlign w:val="bottom"/>
          </w:tcPr>
          <w:p w14:paraId="7CA8EE9B" w14:textId="78A6F45D" w:rsidR="005318E2" w:rsidRPr="005318E2" w:rsidRDefault="005318E2" w:rsidP="005318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07" w:type="dxa"/>
            <w:vAlign w:val="bottom"/>
          </w:tcPr>
          <w:p w14:paraId="77D6B4A1" w14:textId="07C71FDF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1" w:type="dxa"/>
            <w:vAlign w:val="bottom"/>
          </w:tcPr>
          <w:p w14:paraId="02DC7C4D" w14:textId="760AD2E5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CSS1,CSS2</w:t>
            </w:r>
          </w:p>
        </w:tc>
        <w:tc>
          <w:tcPr>
            <w:tcW w:w="3356" w:type="dxa"/>
            <w:vAlign w:val="bottom"/>
          </w:tcPr>
          <w:p w14:paraId="5F995A88" w14:textId="33EC9409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CAP 0.33</w:t>
            </w:r>
            <w:r w:rsidR="00E26E56">
              <w:rPr>
                <w:rFonts w:ascii="Calibri" w:hAnsi="Calibri" w:cs="Calibri"/>
                <w:color w:val="000000"/>
                <w:sz w:val="18"/>
                <w:szCs w:val="18"/>
              </w:rPr>
              <w:t>u</w:t>
            </w: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F 16V </w:t>
            </w:r>
            <w:r w:rsidR="00E26E56">
              <w:rPr>
                <w:rFonts w:ascii="Calibri" w:hAnsi="Calibri" w:cs="Calibri"/>
                <w:color w:val="000000"/>
                <w:sz w:val="18"/>
                <w:szCs w:val="18"/>
              </w:rPr>
              <w:t>CER</w:t>
            </w: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X7R 0603 </w:t>
            </w:r>
          </w:p>
        </w:tc>
        <w:tc>
          <w:tcPr>
            <w:tcW w:w="1592" w:type="dxa"/>
            <w:vAlign w:val="bottom"/>
          </w:tcPr>
          <w:p w14:paraId="1932F4F8" w14:textId="14269567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SAMSUNG</w:t>
            </w:r>
          </w:p>
        </w:tc>
        <w:tc>
          <w:tcPr>
            <w:tcW w:w="2088" w:type="dxa"/>
            <w:vAlign w:val="bottom"/>
          </w:tcPr>
          <w:p w14:paraId="52EC853D" w14:textId="6AC63027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CL10B334KO8NNNC</w:t>
            </w:r>
          </w:p>
        </w:tc>
      </w:tr>
      <w:tr w:rsidR="005318E2" w:rsidRPr="005318E2" w14:paraId="73EBD73A" w14:textId="77777777" w:rsidTr="005C454A">
        <w:tc>
          <w:tcPr>
            <w:tcW w:w="677" w:type="dxa"/>
            <w:vAlign w:val="bottom"/>
          </w:tcPr>
          <w:p w14:paraId="2E975727" w14:textId="37F996D6" w:rsidR="005318E2" w:rsidRPr="005318E2" w:rsidRDefault="005318E2" w:rsidP="005318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607" w:type="dxa"/>
            <w:vAlign w:val="bottom"/>
          </w:tcPr>
          <w:p w14:paraId="7EF72D62" w14:textId="7D1E5F50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1" w:type="dxa"/>
            <w:vAlign w:val="bottom"/>
          </w:tcPr>
          <w:p w14:paraId="6B950DF9" w14:textId="18499939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D1,D2</w:t>
            </w:r>
          </w:p>
        </w:tc>
        <w:tc>
          <w:tcPr>
            <w:tcW w:w="3356" w:type="dxa"/>
            <w:vAlign w:val="bottom"/>
          </w:tcPr>
          <w:p w14:paraId="5045EF95" w14:textId="5793FB29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DIO</w:t>
            </w:r>
            <w:r w:rsidR="00AC0AE4">
              <w:rPr>
                <w:rFonts w:ascii="Calibri" w:hAnsi="Calibri" w:cs="Calibri"/>
                <w:color w:val="000000"/>
                <w:sz w:val="18"/>
                <w:szCs w:val="18"/>
              </w:rPr>
              <w:t>DE</w:t>
            </w: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SCHOTTKY BARRIER RECTIFIER, 1A</w:t>
            </w:r>
          </w:p>
        </w:tc>
        <w:tc>
          <w:tcPr>
            <w:tcW w:w="1592" w:type="dxa"/>
            <w:vAlign w:val="bottom"/>
          </w:tcPr>
          <w:p w14:paraId="26051726" w14:textId="7C79C544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DIODES INC</w:t>
            </w:r>
          </w:p>
        </w:tc>
        <w:tc>
          <w:tcPr>
            <w:tcW w:w="2088" w:type="dxa"/>
            <w:vAlign w:val="bottom"/>
          </w:tcPr>
          <w:p w14:paraId="2C55D57D" w14:textId="5032296D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DFLS120L-7</w:t>
            </w:r>
          </w:p>
        </w:tc>
      </w:tr>
      <w:tr w:rsidR="005318E2" w:rsidRPr="005318E2" w14:paraId="29EF7A7F" w14:textId="77777777" w:rsidTr="005C454A">
        <w:tc>
          <w:tcPr>
            <w:tcW w:w="677" w:type="dxa"/>
            <w:vAlign w:val="bottom"/>
          </w:tcPr>
          <w:p w14:paraId="39ACBC77" w14:textId="7D1C5DBD" w:rsidR="005318E2" w:rsidRPr="005318E2" w:rsidRDefault="005318E2" w:rsidP="005318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07" w:type="dxa"/>
            <w:vAlign w:val="bottom"/>
          </w:tcPr>
          <w:p w14:paraId="32C6E664" w14:textId="113B6DD6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1" w:type="dxa"/>
            <w:vAlign w:val="bottom"/>
          </w:tcPr>
          <w:p w14:paraId="138156E8" w14:textId="5A87E743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INPUT</w:t>
            </w:r>
          </w:p>
        </w:tc>
        <w:tc>
          <w:tcPr>
            <w:tcW w:w="3356" w:type="dxa"/>
            <w:vAlign w:val="bottom"/>
          </w:tcPr>
          <w:p w14:paraId="63EFCE2F" w14:textId="1BEA7B57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CON</w:t>
            </w:r>
            <w:r w:rsidR="00DD332F">
              <w:rPr>
                <w:rFonts w:ascii="Calibri" w:hAnsi="Calibri" w:cs="Calibri"/>
                <w:color w:val="000000"/>
                <w:sz w:val="18"/>
                <w:szCs w:val="18"/>
              </w:rPr>
              <w:t>N</w:t>
            </w: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MALE HEADER 3POS 2.54MM PITCH R/A</w:t>
            </w:r>
          </w:p>
        </w:tc>
        <w:tc>
          <w:tcPr>
            <w:tcW w:w="1592" w:type="dxa"/>
            <w:vAlign w:val="bottom"/>
          </w:tcPr>
          <w:p w14:paraId="01C5BAFE" w14:textId="1CB0C37E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SULLINS</w:t>
            </w:r>
          </w:p>
        </w:tc>
        <w:tc>
          <w:tcPr>
            <w:tcW w:w="2088" w:type="dxa"/>
            <w:vAlign w:val="bottom"/>
          </w:tcPr>
          <w:p w14:paraId="19A3548E" w14:textId="2F6C0BBF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PBC03SBAN</w:t>
            </w:r>
          </w:p>
        </w:tc>
      </w:tr>
      <w:tr w:rsidR="005318E2" w:rsidRPr="005318E2" w14:paraId="088A7C3D" w14:textId="77777777" w:rsidTr="005C454A">
        <w:tc>
          <w:tcPr>
            <w:tcW w:w="677" w:type="dxa"/>
            <w:vAlign w:val="bottom"/>
          </w:tcPr>
          <w:p w14:paraId="633B1960" w14:textId="44451F3C" w:rsidR="005318E2" w:rsidRPr="005318E2" w:rsidRDefault="005318E2" w:rsidP="005318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07" w:type="dxa"/>
            <w:vAlign w:val="bottom"/>
          </w:tcPr>
          <w:p w14:paraId="6D495D67" w14:textId="2FF16244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1" w:type="dxa"/>
            <w:vAlign w:val="bottom"/>
          </w:tcPr>
          <w:p w14:paraId="329116FB" w14:textId="2ABFE117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L1</w:t>
            </w:r>
          </w:p>
        </w:tc>
        <w:tc>
          <w:tcPr>
            <w:tcW w:w="3356" w:type="dxa"/>
            <w:vAlign w:val="bottom"/>
          </w:tcPr>
          <w:p w14:paraId="032B57A8" w14:textId="00F077A4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IND </w:t>
            </w:r>
            <w:r w:rsidR="00862E0F">
              <w:rPr>
                <w:rFonts w:ascii="Calibri" w:hAnsi="Calibri" w:cs="Calibri"/>
                <w:color w:val="000000"/>
                <w:sz w:val="18"/>
                <w:szCs w:val="18"/>
              </w:rPr>
              <w:t>10uH</w:t>
            </w: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="00862E0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0.84A </w:t>
            </w: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0.216</w:t>
            </w:r>
            <w:r w:rsidR="00862E0F">
              <w:rPr>
                <w:rFonts w:ascii="Calibri" w:hAnsi="Calibri" w:cs="Calibri"/>
                <w:color w:val="000000"/>
                <w:sz w:val="18"/>
                <w:szCs w:val="18"/>
              </w:rPr>
              <w:t>-</w:t>
            </w: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OHM</w:t>
            </w:r>
          </w:p>
        </w:tc>
        <w:tc>
          <w:tcPr>
            <w:tcW w:w="1592" w:type="dxa"/>
            <w:vAlign w:val="bottom"/>
          </w:tcPr>
          <w:p w14:paraId="30CE6B8C" w14:textId="44487BC2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TAIYO YUDEN</w:t>
            </w:r>
          </w:p>
        </w:tc>
        <w:tc>
          <w:tcPr>
            <w:tcW w:w="2088" w:type="dxa"/>
            <w:vAlign w:val="bottom"/>
          </w:tcPr>
          <w:p w14:paraId="7A00B772" w14:textId="5F0B6D5C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NR4018T100M</w:t>
            </w:r>
          </w:p>
        </w:tc>
      </w:tr>
      <w:tr w:rsidR="005318E2" w:rsidRPr="005318E2" w14:paraId="275BD170" w14:textId="77777777" w:rsidTr="005C454A">
        <w:tc>
          <w:tcPr>
            <w:tcW w:w="677" w:type="dxa"/>
            <w:vAlign w:val="bottom"/>
          </w:tcPr>
          <w:p w14:paraId="43CCF252" w14:textId="2ACC1924" w:rsidR="005318E2" w:rsidRPr="005318E2" w:rsidRDefault="005318E2" w:rsidP="005318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07" w:type="dxa"/>
            <w:vAlign w:val="bottom"/>
          </w:tcPr>
          <w:p w14:paraId="28791C8A" w14:textId="5A539508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1" w:type="dxa"/>
            <w:vAlign w:val="bottom"/>
          </w:tcPr>
          <w:p w14:paraId="4948B16D" w14:textId="1E2AEA7A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L2,L3</w:t>
            </w:r>
          </w:p>
        </w:tc>
        <w:tc>
          <w:tcPr>
            <w:tcW w:w="3356" w:type="dxa"/>
            <w:vAlign w:val="bottom"/>
          </w:tcPr>
          <w:p w14:paraId="04CB6D88" w14:textId="11DE4F0D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IND </w:t>
            </w:r>
            <w:r w:rsidR="00C972D8">
              <w:rPr>
                <w:rFonts w:ascii="Calibri" w:hAnsi="Calibri" w:cs="Calibri"/>
                <w:color w:val="000000"/>
                <w:sz w:val="18"/>
                <w:szCs w:val="18"/>
              </w:rPr>
              <w:t>15uH 0.56A</w:t>
            </w: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0.48</w:t>
            </w:r>
            <w:r w:rsidR="00C972D8">
              <w:rPr>
                <w:rFonts w:ascii="Calibri" w:hAnsi="Calibri" w:cs="Calibri"/>
                <w:color w:val="000000"/>
                <w:sz w:val="18"/>
                <w:szCs w:val="18"/>
              </w:rPr>
              <w:t>-</w:t>
            </w: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OHM</w:t>
            </w:r>
          </w:p>
        </w:tc>
        <w:tc>
          <w:tcPr>
            <w:tcW w:w="1592" w:type="dxa"/>
            <w:vAlign w:val="bottom"/>
          </w:tcPr>
          <w:p w14:paraId="0B35A019" w14:textId="2BC0AA27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TAIYO YUDEN</w:t>
            </w:r>
          </w:p>
        </w:tc>
        <w:tc>
          <w:tcPr>
            <w:tcW w:w="2088" w:type="dxa"/>
            <w:vAlign w:val="bottom"/>
          </w:tcPr>
          <w:p w14:paraId="234BA092" w14:textId="546F4D7E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NR4012T150M</w:t>
            </w:r>
          </w:p>
        </w:tc>
      </w:tr>
      <w:tr w:rsidR="005318E2" w:rsidRPr="005318E2" w14:paraId="7B6614F4" w14:textId="77777777" w:rsidTr="005C454A">
        <w:tc>
          <w:tcPr>
            <w:tcW w:w="677" w:type="dxa"/>
            <w:vAlign w:val="bottom"/>
          </w:tcPr>
          <w:p w14:paraId="087E8BB5" w14:textId="72ED3378" w:rsidR="005318E2" w:rsidRPr="005318E2" w:rsidRDefault="005318E2" w:rsidP="005318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07" w:type="dxa"/>
            <w:vAlign w:val="bottom"/>
          </w:tcPr>
          <w:p w14:paraId="79C2664F" w14:textId="538934F0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1" w:type="dxa"/>
            <w:vAlign w:val="bottom"/>
          </w:tcPr>
          <w:p w14:paraId="69A5A1DE" w14:textId="77777777" w:rsidR="005318E2" w:rsidRDefault="005318E2" w:rsidP="005318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OUTPUT1,</w:t>
            </w:r>
          </w:p>
          <w:p w14:paraId="31DBD073" w14:textId="0F69D1E3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OUTPUT2</w:t>
            </w:r>
          </w:p>
        </w:tc>
        <w:tc>
          <w:tcPr>
            <w:tcW w:w="3356" w:type="dxa"/>
            <w:vAlign w:val="bottom"/>
          </w:tcPr>
          <w:p w14:paraId="58D8870B" w14:textId="7A84A1FB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CONN FEMALE 3POS 2.54MM PITCH R/A</w:t>
            </w:r>
          </w:p>
        </w:tc>
        <w:tc>
          <w:tcPr>
            <w:tcW w:w="1592" w:type="dxa"/>
            <w:vAlign w:val="bottom"/>
          </w:tcPr>
          <w:p w14:paraId="05C1A4D7" w14:textId="194C6A7E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SULLINS</w:t>
            </w:r>
          </w:p>
        </w:tc>
        <w:tc>
          <w:tcPr>
            <w:tcW w:w="2088" w:type="dxa"/>
            <w:vAlign w:val="bottom"/>
          </w:tcPr>
          <w:p w14:paraId="70DD7889" w14:textId="4CFCCA44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PPPC031LGBN-RC</w:t>
            </w:r>
          </w:p>
        </w:tc>
      </w:tr>
      <w:tr w:rsidR="005318E2" w:rsidRPr="005318E2" w14:paraId="09149B1F" w14:textId="77777777" w:rsidTr="005C454A">
        <w:tc>
          <w:tcPr>
            <w:tcW w:w="677" w:type="dxa"/>
            <w:vAlign w:val="bottom"/>
          </w:tcPr>
          <w:p w14:paraId="163ED825" w14:textId="10DC880B" w:rsidR="005318E2" w:rsidRPr="005318E2" w:rsidRDefault="005318E2" w:rsidP="005318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07" w:type="dxa"/>
            <w:vAlign w:val="bottom"/>
          </w:tcPr>
          <w:p w14:paraId="03F6AE87" w14:textId="51C0BDA4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1" w:type="dxa"/>
            <w:vAlign w:val="bottom"/>
          </w:tcPr>
          <w:p w14:paraId="29923587" w14:textId="04F117F7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P1,P2</w:t>
            </w:r>
          </w:p>
        </w:tc>
        <w:tc>
          <w:tcPr>
            <w:tcW w:w="3356" w:type="dxa"/>
            <w:vAlign w:val="bottom"/>
          </w:tcPr>
          <w:p w14:paraId="6B1DDF64" w14:textId="77777777" w:rsidR="007D2720" w:rsidRDefault="005318E2" w:rsidP="005318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CONN-PCB 3POS HEADER WIRE TO BRD WAFER ASSY STRAIGHT 2MM PITCH</w:t>
            </w:r>
            <w:r w:rsidR="005C454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</w:p>
          <w:p w14:paraId="691C56A1" w14:textId="35C1E93F" w:rsidR="005318E2" w:rsidRPr="005318E2" w:rsidRDefault="005C454A" w:rsidP="005318E2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(Note )</w:t>
            </w:r>
          </w:p>
        </w:tc>
        <w:tc>
          <w:tcPr>
            <w:tcW w:w="1592" w:type="dxa"/>
            <w:vAlign w:val="bottom"/>
          </w:tcPr>
          <w:p w14:paraId="7F344F7A" w14:textId="239E32D3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MOLEX</w:t>
            </w:r>
          </w:p>
        </w:tc>
        <w:tc>
          <w:tcPr>
            <w:tcW w:w="2088" w:type="dxa"/>
            <w:vAlign w:val="bottom"/>
          </w:tcPr>
          <w:p w14:paraId="14D9F83B" w14:textId="18E87756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53253-0370</w:t>
            </w:r>
          </w:p>
        </w:tc>
      </w:tr>
      <w:tr w:rsidR="005318E2" w:rsidRPr="005318E2" w14:paraId="363CC2FB" w14:textId="77777777" w:rsidTr="005C454A">
        <w:tc>
          <w:tcPr>
            <w:tcW w:w="677" w:type="dxa"/>
            <w:vAlign w:val="bottom"/>
          </w:tcPr>
          <w:p w14:paraId="768FA3C3" w14:textId="775BD4CD" w:rsidR="005318E2" w:rsidRPr="005318E2" w:rsidRDefault="005318E2" w:rsidP="005318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07" w:type="dxa"/>
            <w:vAlign w:val="bottom"/>
          </w:tcPr>
          <w:p w14:paraId="7F8A762F" w14:textId="6A383057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1" w:type="dxa"/>
            <w:vAlign w:val="bottom"/>
          </w:tcPr>
          <w:p w14:paraId="7DE4DD22" w14:textId="30310685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R1</w:t>
            </w:r>
          </w:p>
        </w:tc>
        <w:tc>
          <w:tcPr>
            <w:tcW w:w="3356" w:type="dxa"/>
            <w:vAlign w:val="bottom"/>
          </w:tcPr>
          <w:p w14:paraId="50046F7D" w14:textId="4DE232AD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RES 54.9K OHM 1%</w:t>
            </w:r>
            <w:r w:rsidR="00C972D8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THICK FILM</w:t>
            </w: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0805</w:t>
            </w:r>
          </w:p>
        </w:tc>
        <w:tc>
          <w:tcPr>
            <w:tcW w:w="1592" w:type="dxa"/>
            <w:vAlign w:val="bottom"/>
          </w:tcPr>
          <w:p w14:paraId="5535FE47" w14:textId="07109455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YAGEO</w:t>
            </w:r>
          </w:p>
        </w:tc>
        <w:tc>
          <w:tcPr>
            <w:tcW w:w="2088" w:type="dxa"/>
            <w:vAlign w:val="bottom"/>
          </w:tcPr>
          <w:p w14:paraId="1368CAE7" w14:textId="2936CF8C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RC0805FR-0754K9L</w:t>
            </w:r>
          </w:p>
        </w:tc>
      </w:tr>
      <w:tr w:rsidR="005318E2" w:rsidRPr="005318E2" w14:paraId="64838FB2" w14:textId="77777777" w:rsidTr="005C454A">
        <w:tc>
          <w:tcPr>
            <w:tcW w:w="677" w:type="dxa"/>
            <w:vAlign w:val="bottom"/>
          </w:tcPr>
          <w:p w14:paraId="5410E076" w14:textId="18FFAF44" w:rsidR="005318E2" w:rsidRPr="005318E2" w:rsidRDefault="005318E2" w:rsidP="005318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07" w:type="dxa"/>
            <w:vAlign w:val="bottom"/>
          </w:tcPr>
          <w:p w14:paraId="2680016F" w14:textId="08A36BCD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1" w:type="dxa"/>
            <w:vAlign w:val="bottom"/>
          </w:tcPr>
          <w:p w14:paraId="17C3CEC0" w14:textId="63D3E119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R9,R10</w:t>
            </w:r>
          </w:p>
        </w:tc>
        <w:tc>
          <w:tcPr>
            <w:tcW w:w="3356" w:type="dxa"/>
            <w:vAlign w:val="bottom"/>
          </w:tcPr>
          <w:p w14:paraId="4DDF63E8" w14:textId="71116760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 w:rsidR="004108FF">
              <w:rPr>
                <w:rFonts w:ascii="Calibri" w:hAnsi="Calibri" w:cs="Calibri"/>
                <w:color w:val="000000"/>
                <w:sz w:val="18"/>
                <w:szCs w:val="18"/>
              </w:rPr>
              <w:t>0-OHM 1%</w:t>
            </w: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THICK FILM </w:t>
            </w:r>
            <w:r w:rsidR="0074605F">
              <w:rPr>
                <w:rFonts w:ascii="Calibri" w:hAnsi="Calibri" w:cs="Calibri"/>
                <w:color w:val="000000"/>
                <w:sz w:val="18"/>
                <w:szCs w:val="18"/>
              </w:rPr>
              <w:t>0805</w:t>
            </w:r>
          </w:p>
        </w:tc>
        <w:tc>
          <w:tcPr>
            <w:tcW w:w="1592" w:type="dxa"/>
            <w:vAlign w:val="bottom"/>
          </w:tcPr>
          <w:p w14:paraId="0E08920D" w14:textId="221745E4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VISHAY</w:t>
            </w:r>
          </w:p>
        </w:tc>
        <w:tc>
          <w:tcPr>
            <w:tcW w:w="2088" w:type="dxa"/>
            <w:vAlign w:val="bottom"/>
          </w:tcPr>
          <w:p w14:paraId="79D7BD3C" w14:textId="36C4F544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CRCW08050000Z0EA</w:t>
            </w:r>
          </w:p>
        </w:tc>
      </w:tr>
      <w:tr w:rsidR="005318E2" w:rsidRPr="005318E2" w14:paraId="093DAD32" w14:textId="77777777" w:rsidTr="005C454A">
        <w:tc>
          <w:tcPr>
            <w:tcW w:w="677" w:type="dxa"/>
            <w:vAlign w:val="bottom"/>
          </w:tcPr>
          <w:p w14:paraId="262C84E5" w14:textId="23F381AC" w:rsidR="005318E2" w:rsidRPr="005318E2" w:rsidRDefault="005318E2" w:rsidP="005318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07" w:type="dxa"/>
            <w:vAlign w:val="bottom"/>
          </w:tcPr>
          <w:p w14:paraId="14F307E1" w14:textId="006B440F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21" w:type="dxa"/>
            <w:vAlign w:val="bottom"/>
          </w:tcPr>
          <w:p w14:paraId="0F1D0A6F" w14:textId="77777777" w:rsidR="009A46FB" w:rsidRDefault="005318E2" w:rsidP="005318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R7,R8,</w:t>
            </w:r>
          </w:p>
          <w:p w14:paraId="4A820F8A" w14:textId="56121784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R11,R12</w:t>
            </w:r>
          </w:p>
        </w:tc>
        <w:tc>
          <w:tcPr>
            <w:tcW w:w="3356" w:type="dxa"/>
            <w:vAlign w:val="bottom"/>
          </w:tcPr>
          <w:p w14:paraId="7A9B01F0" w14:textId="5A8477C0" w:rsidR="005318E2" w:rsidRPr="005318E2" w:rsidRDefault="004108FF" w:rsidP="005318E2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RES TBD THICK FILM 0805</w:t>
            </w:r>
            <w:r w:rsidR="007D272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(Note )</w:t>
            </w:r>
            <w:bookmarkStart w:id="0" w:name="_GoBack"/>
            <w:bookmarkEnd w:id="0"/>
          </w:p>
        </w:tc>
        <w:tc>
          <w:tcPr>
            <w:tcW w:w="1592" w:type="dxa"/>
            <w:vAlign w:val="bottom"/>
          </w:tcPr>
          <w:p w14:paraId="27A6481A" w14:textId="71E0FA77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TBD0805</w:t>
            </w:r>
          </w:p>
        </w:tc>
        <w:tc>
          <w:tcPr>
            <w:tcW w:w="2088" w:type="dxa"/>
            <w:vAlign w:val="bottom"/>
          </w:tcPr>
          <w:p w14:paraId="3128E749" w14:textId="3D020F84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TBD0805</w:t>
            </w:r>
          </w:p>
        </w:tc>
      </w:tr>
      <w:tr w:rsidR="005318E2" w:rsidRPr="005318E2" w14:paraId="1B4AD156" w14:textId="77777777" w:rsidTr="005C454A">
        <w:tc>
          <w:tcPr>
            <w:tcW w:w="677" w:type="dxa"/>
            <w:vAlign w:val="bottom"/>
          </w:tcPr>
          <w:p w14:paraId="1E2A0A31" w14:textId="4FC25F47" w:rsidR="005318E2" w:rsidRPr="005318E2" w:rsidRDefault="005318E2" w:rsidP="005318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07" w:type="dxa"/>
            <w:vAlign w:val="bottom"/>
          </w:tcPr>
          <w:p w14:paraId="4DD5C807" w14:textId="2E1EA9D9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1" w:type="dxa"/>
            <w:vAlign w:val="bottom"/>
          </w:tcPr>
          <w:p w14:paraId="1D67804C" w14:textId="188A1F02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R2</w:t>
            </w:r>
          </w:p>
        </w:tc>
        <w:tc>
          <w:tcPr>
            <w:tcW w:w="3356" w:type="dxa"/>
            <w:vAlign w:val="bottom"/>
          </w:tcPr>
          <w:p w14:paraId="26B1AF97" w14:textId="35C88DA6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 w:rsidR="00F54EE2">
              <w:rPr>
                <w:rFonts w:ascii="Calibri" w:hAnsi="Calibri" w:cs="Calibri"/>
                <w:color w:val="000000"/>
                <w:sz w:val="18"/>
                <w:szCs w:val="18"/>
              </w:rPr>
              <w:t>4.99K 1%</w:t>
            </w: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THICK FILM </w:t>
            </w:r>
            <w:r w:rsidR="00F54EE2">
              <w:rPr>
                <w:rFonts w:ascii="Calibri" w:hAnsi="Calibri" w:cs="Calibri"/>
                <w:color w:val="000000"/>
                <w:sz w:val="18"/>
                <w:szCs w:val="18"/>
              </w:rPr>
              <w:t>0805</w:t>
            </w:r>
          </w:p>
        </w:tc>
        <w:tc>
          <w:tcPr>
            <w:tcW w:w="1592" w:type="dxa"/>
            <w:vAlign w:val="bottom"/>
          </w:tcPr>
          <w:p w14:paraId="09A9EE61" w14:textId="5EF5A1BD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PANASONIC</w:t>
            </w:r>
          </w:p>
        </w:tc>
        <w:tc>
          <w:tcPr>
            <w:tcW w:w="2088" w:type="dxa"/>
            <w:vAlign w:val="bottom"/>
          </w:tcPr>
          <w:p w14:paraId="572AAD65" w14:textId="1319FE51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ERJ-6ENF4991V</w:t>
            </w:r>
          </w:p>
        </w:tc>
      </w:tr>
      <w:tr w:rsidR="005318E2" w:rsidRPr="005318E2" w14:paraId="3DD13FC2" w14:textId="77777777" w:rsidTr="005C454A">
        <w:tc>
          <w:tcPr>
            <w:tcW w:w="677" w:type="dxa"/>
            <w:vAlign w:val="bottom"/>
          </w:tcPr>
          <w:p w14:paraId="204D9B53" w14:textId="6ECDFEAE" w:rsidR="005318E2" w:rsidRPr="005318E2" w:rsidRDefault="005318E2" w:rsidP="005318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07" w:type="dxa"/>
            <w:vAlign w:val="bottom"/>
          </w:tcPr>
          <w:p w14:paraId="5C4C72C7" w14:textId="6966BEBA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1" w:type="dxa"/>
            <w:vAlign w:val="bottom"/>
          </w:tcPr>
          <w:p w14:paraId="7BDC1BE6" w14:textId="05D44168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R5</w:t>
            </w:r>
          </w:p>
        </w:tc>
        <w:tc>
          <w:tcPr>
            <w:tcW w:w="3356" w:type="dxa"/>
            <w:vAlign w:val="bottom"/>
          </w:tcPr>
          <w:p w14:paraId="46273E11" w14:textId="6E313688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 w:rsidR="008B227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182K 1% </w:t>
            </w: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THICK FILM </w:t>
            </w:r>
            <w:r w:rsidR="00F54EE2">
              <w:rPr>
                <w:rFonts w:ascii="Calibri" w:hAnsi="Calibri" w:cs="Calibri"/>
                <w:color w:val="000000"/>
                <w:sz w:val="18"/>
                <w:szCs w:val="18"/>
              </w:rPr>
              <w:t>0805</w:t>
            </w:r>
          </w:p>
        </w:tc>
        <w:tc>
          <w:tcPr>
            <w:tcW w:w="1592" w:type="dxa"/>
            <w:vAlign w:val="bottom"/>
          </w:tcPr>
          <w:p w14:paraId="6A84E139" w14:textId="104AA8E7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VISHAY</w:t>
            </w:r>
          </w:p>
        </w:tc>
        <w:tc>
          <w:tcPr>
            <w:tcW w:w="2088" w:type="dxa"/>
            <w:vAlign w:val="bottom"/>
          </w:tcPr>
          <w:p w14:paraId="06C139C0" w14:textId="673E2837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CRCW0805182KFKEA</w:t>
            </w:r>
          </w:p>
        </w:tc>
      </w:tr>
      <w:tr w:rsidR="005318E2" w:rsidRPr="005318E2" w14:paraId="7CB0EE2B" w14:textId="77777777" w:rsidTr="005C454A">
        <w:tc>
          <w:tcPr>
            <w:tcW w:w="677" w:type="dxa"/>
            <w:vAlign w:val="bottom"/>
          </w:tcPr>
          <w:p w14:paraId="1F87DA7B" w14:textId="6FB05BE2" w:rsidR="005318E2" w:rsidRPr="005318E2" w:rsidRDefault="005318E2" w:rsidP="005318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07" w:type="dxa"/>
            <w:vAlign w:val="bottom"/>
          </w:tcPr>
          <w:p w14:paraId="39D574D4" w14:textId="25AFC332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1" w:type="dxa"/>
            <w:vAlign w:val="bottom"/>
          </w:tcPr>
          <w:p w14:paraId="4CEFC22E" w14:textId="3ADDF6AB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R6</w:t>
            </w:r>
          </w:p>
        </w:tc>
        <w:tc>
          <w:tcPr>
            <w:tcW w:w="3356" w:type="dxa"/>
            <w:vAlign w:val="bottom"/>
          </w:tcPr>
          <w:p w14:paraId="24F93E65" w14:textId="15DB411E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 w:rsidR="008B227E">
              <w:rPr>
                <w:rFonts w:ascii="Calibri" w:hAnsi="Calibri" w:cs="Calibri"/>
                <w:color w:val="000000"/>
                <w:sz w:val="18"/>
                <w:szCs w:val="18"/>
              </w:rPr>
              <w:t>15K 1% THICK FILM 0805</w:t>
            </w:r>
          </w:p>
        </w:tc>
        <w:tc>
          <w:tcPr>
            <w:tcW w:w="1592" w:type="dxa"/>
            <w:vAlign w:val="bottom"/>
          </w:tcPr>
          <w:p w14:paraId="08DB80D0" w14:textId="1B3E6636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PANASONIC</w:t>
            </w:r>
          </w:p>
        </w:tc>
        <w:tc>
          <w:tcPr>
            <w:tcW w:w="2088" w:type="dxa"/>
            <w:vAlign w:val="bottom"/>
          </w:tcPr>
          <w:p w14:paraId="67E9500D" w14:textId="5699A810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ERA-6AEB153V</w:t>
            </w:r>
          </w:p>
        </w:tc>
      </w:tr>
      <w:tr w:rsidR="005318E2" w:rsidRPr="005318E2" w14:paraId="305274CC" w14:textId="77777777" w:rsidTr="005C454A">
        <w:tc>
          <w:tcPr>
            <w:tcW w:w="677" w:type="dxa"/>
            <w:vAlign w:val="bottom"/>
          </w:tcPr>
          <w:p w14:paraId="2AADD398" w14:textId="5BC1E4E9" w:rsidR="005318E2" w:rsidRPr="005318E2" w:rsidRDefault="005318E2" w:rsidP="005318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07" w:type="dxa"/>
            <w:vAlign w:val="bottom"/>
          </w:tcPr>
          <w:p w14:paraId="699B3E51" w14:textId="62E01A3F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1" w:type="dxa"/>
            <w:vAlign w:val="bottom"/>
          </w:tcPr>
          <w:p w14:paraId="03B289F0" w14:textId="704CC753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RSS1,RSS2</w:t>
            </w:r>
          </w:p>
        </w:tc>
        <w:tc>
          <w:tcPr>
            <w:tcW w:w="3356" w:type="dxa"/>
            <w:vAlign w:val="bottom"/>
          </w:tcPr>
          <w:p w14:paraId="73626DDD" w14:textId="785BD6BB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 w:rsidR="00AB6E7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4.7K 5% </w:t>
            </w: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THICK FILM 0805</w:t>
            </w:r>
          </w:p>
        </w:tc>
        <w:tc>
          <w:tcPr>
            <w:tcW w:w="1592" w:type="dxa"/>
            <w:vAlign w:val="bottom"/>
          </w:tcPr>
          <w:p w14:paraId="221DA189" w14:textId="43E3D340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NIC COMP CORP</w:t>
            </w:r>
          </w:p>
        </w:tc>
        <w:tc>
          <w:tcPr>
            <w:tcW w:w="2088" w:type="dxa"/>
            <w:vAlign w:val="bottom"/>
          </w:tcPr>
          <w:p w14:paraId="65CACE1F" w14:textId="5FD13EBC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NRC10J472TRF</w:t>
            </w:r>
          </w:p>
        </w:tc>
      </w:tr>
      <w:tr w:rsidR="005318E2" w:rsidRPr="005318E2" w14:paraId="76DAE902" w14:textId="77777777" w:rsidTr="005C454A">
        <w:tc>
          <w:tcPr>
            <w:tcW w:w="677" w:type="dxa"/>
            <w:vAlign w:val="bottom"/>
          </w:tcPr>
          <w:p w14:paraId="66578169" w14:textId="3877A991" w:rsidR="005318E2" w:rsidRPr="005318E2" w:rsidRDefault="005318E2" w:rsidP="005318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07" w:type="dxa"/>
            <w:vAlign w:val="bottom"/>
          </w:tcPr>
          <w:p w14:paraId="460C880A" w14:textId="4A5BCEDC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1" w:type="dxa"/>
            <w:vAlign w:val="bottom"/>
          </w:tcPr>
          <w:p w14:paraId="69CBBAE0" w14:textId="4C87A6C0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U1</w:t>
            </w:r>
          </w:p>
        </w:tc>
        <w:tc>
          <w:tcPr>
            <w:tcW w:w="3356" w:type="dxa"/>
            <w:vAlign w:val="bottom"/>
          </w:tcPr>
          <w:p w14:paraId="47CD1C02" w14:textId="4BCB0652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IC DUAL 1.3A, 1.2MHZ BOOST INVERTER</w:t>
            </w:r>
          </w:p>
        </w:tc>
        <w:tc>
          <w:tcPr>
            <w:tcW w:w="1592" w:type="dxa"/>
            <w:vAlign w:val="bottom"/>
          </w:tcPr>
          <w:p w14:paraId="22B86380" w14:textId="7009CA8B" w:rsidR="005318E2" w:rsidRPr="005318E2" w:rsidRDefault="00706B00" w:rsidP="005318E2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ANALOG DEVICES</w:t>
            </w:r>
          </w:p>
        </w:tc>
        <w:tc>
          <w:tcPr>
            <w:tcW w:w="2088" w:type="dxa"/>
            <w:vAlign w:val="bottom"/>
          </w:tcPr>
          <w:p w14:paraId="16CDF91F" w14:textId="796092BA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LT3471EDD#PBF</w:t>
            </w:r>
          </w:p>
        </w:tc>
      </w:tr>
      <w:tr w:rsidR="005318E2" w:rsidRPr="005318E2" w14:paraId="0DF6C6BC" w14:textId="77777777" w:rsidTr="005C454A">
        <w:tc>
          <w:tcPr>
            <w:tcW w:w="677" w:type="dxa"/>
            <w:vAlign w:val="bottom"/>
          </w:tcPr>
          <w:p w14:paraId="4729EE42" w14:textId="61B1013B" w:rsidR="005318E2" w:rsidRPr="005318E2" w:rsidRDefault="005318E2" w:rsidP="005318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607" w:type="dxa"/>
            <w:vAlign w:val="bottom"/>
          </w:tcPr>
          <w:p w14:paraId="2EA62F9F" w14:textId="3F1B9DF2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1" w:type="dxa"/>
            <w:vAlign w:val="bottom"/>
          </w:tcPr>
          <w:p w14:paraId="387DB1D7" w14:textId="0B14E74C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VIOC+,VIOC-</w:t>
            </w:r>
          </w:p>
        </w:tc>
        <w:tc>
          <w:tcPr>
            <w:tcW w:w="3356" w:type="dxa"/>
            <w:vAlign w:val="bottom"/>
          </w:tcPr>
          <w:p w14:paraId="491C5F18" w14:textId="4785D74C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CONN FEMALE 2POS 2.54MM PITCH R/A</w:t>
            </w:r>
          </w:p>
        </w:tc>
        <w:tc>
          <w:tcPr>
            <w:tcW w:w="1592" w:type="dxa"/>
            <w:vAlign w:val="bottom"/>
          </w:tcPr>
          <w:p w14:paraId="6078FB53" w14:textId="3274753F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SULLINS</w:t>
            </w:r>
          </w:p>
        </w:tc>
        <w:tc>
          <w:tcPr>
            <w:tcW w:w="2088" w:type="dxa"/>
            <w:vAlign w:val="bottom"/>
          </w:tcPr>
          <w:p w14:paraId="1C4E96AA" w14:textId="08E9E102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PPPC021LGBN-RC</w:t>
            </w:r>
          </w:p>
        </w:tc>
      </w:tr>
    </w:tbl>
    <w:p w14:paraId="557DF558" w14:textId="77777777" w:rsidR="00305C13" w:rsidRDefault="00305C13"/>
    <w:sectPr w:rsidR="00305C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near Helv Cond">
    <w:panose1 w:val="020B050602020203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2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308"/>
    <w:rsid w:val="00012CE8"/>
    <w:rsid w:val="001708BD"/>
    <w:rsid w:val="00296005"/>
    <w:rsid w:val="002D2AD9"/>
    <w:rsid w:val="002E7ACE"/>
    <w:rsid w:val="00305C13"/>
    <w:rsid w:val="00330065"/>
    <w:rsid w:val="003E2698"/>
    <w:rsid w:val="003F086D"/>
    <w:rsid w:val="004108FF"/>
    <w:rsid w:val="004A0E67"/>
    <w:rsid w:val="004C2E5C"/>
    <w:rsid w:val="005318E2"/>
    <w:rsid w:val="005B1B67"/>
    <w:rsid w:val="005C454A"/>
    <w:rsid w:val="005F3501"/>
    <w:rsid w:val="00700A32"/>
    <w:rsid w:val="00706B00"/>
    <w:rsid w:val="0074605F"/>
    <w:rsid w:val="007B1AF5"/>
    <w:rsid w:val="007D2720"/>
    <w:rsid w:val="008007AD"/>
    <w:rsid w:val="00801A6A"/>
    <w:rsid w:val="0082546E"/>
    <w:rsid w:val="00862E0F"/>
    <w:rsid w:val="008B227E"/>
    <w:rsid w:val="00900E3A"/>
    <w:rsid w:val="009677CA"/>
    <w:rsid w:val="009A46FB"/>
    <w:rsid w:val="00A02BE5"/>
    <w:rsid w:val="00A05308"/>
    <w:rsid w:val="00AB6E75"/>
    <w:rsid w:val="00AC0AE4"/>
    <w:rsid w:val="00AC5922"/>
    <w:rsid w:val="00AF24CA"/>
    <w:rsid w:val="00B11642"/>
    <w:rsid w:val="00BC69A3"/>
    <w:rsid w:val="00BD6330"/>
    <w:rsid w:val="00C26CF5"/>
    <w:rsid w:val="00C47A63"/>
    <w:rsid w:val="00C71C60"/>
    <w:rsid w:val="00C972D8"/>
    <w:rsid w:val="00CA6D7C"/>
    <w:rsid w:val="00CB52D3"/>
    <w:rsid w:val="00D313C7"/>
    <w:rsid w:val="00DD332F"/>
    <w:rsid w:val="00DF6581"/>
    <w:rsid w:val="00E14A65"/>
    <w:rsid w:val="00E26E56"/>
    <w:rsid w:val="00E311D6"/>
    <w:rsid w:val="00F5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B3056"/>
  <w15:chartTrackingRefBased/>
  <w15:docId w15:val="{C46A2356-B566-42B1-B29B-8B8D78CE0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2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taley2\AppData\Roaming\Microsoft\Templates\BO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B0DC1489D1C24F88522D598BF94248" ma:contentTypeVersion="12" ma:contentTypeDescription="Create a new document." ma:contentTypeScope="" ma:versionID="70f636e79261ada2707e1b94912b51ea">
  <xsd:schema xmlns:xsd="http://www.w3.org/2001/XMLSchema" xmlns:xs="http://www.w3.org/2001/XMLSchema" xmlns:p="http://schemas.microsoft.com/office/2006/metadata/properties" xmlns:ns2="b02634df-5a0c-4e5e-bff3-c092c35a0bb6" xmlns:ns3="d7097655-d571-4a32-91e2-b68396115305" targetNamespace="http://schemas.microsoft.com/office/2006/metadata/properties" ma:root="true" ma:fieldsID="a48130dff93e35a5cb03d2a6adf0b992" ns2:_="" ns3:_="">
    <xsd:import namespace="b02634df-5a0c-4e5e-bff3-c092c35a0bb6"/>
    <xsd:import namespace="d7097655-d571-4a32-91e2-b68396115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2634df-5a0c-4e5e-bff3-c092c35a0b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97655-d571-4a32-91e2-b68396115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710CD7-2E57-45A2-A5E9-569C37FEF311}"/>
</file>

<file path=customXml/itemProps2.xml><?xml version="1.0" encoding="utf-8"?>
<ds:datastoreItem xmlns:ds="http://schemas.openxmlformats.org/officeDocument/2006/customXml" ds:itemID="{C40C0EC8-332E-4E3D-A5D7-5E38560B85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9F6E41-FC4E-47C3-ABFE-28E9586EE12C}">
  <ds:schemaRefs>
    <ds:schemaRef ds:uri="http://schemas.microsoft.com/office/2006/metadata/properties"/>
    <ds:schemaRef ds:uri="23b55ecd-d0c9-4c1e-9264-0c0a9032ba2f"/>
    <ds:schemaRef ds:uri="http://purl.org/dc/terms/"/>
    <ds:schemaRef ds:uri="cc63553a-be06-4f94-a194-a06fe81c5e25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BOM</Template>
  <TotalTime>146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Staley, James-R</dc:creator>
  <cp:keywords/>
  <dc:description/>
  <cp:lastModifiedBy>Staley, James-R</cp:lastModifiedBy>
  <cp:revision>28</cp:revision>
  <dcterms:created xsi:type="dcterms:W3CDTF">2020-04-16T20:51:00Z</dcterms:created>
  <dcterms:modified xsi:type="dcterms:W3CDTF">2020-04-16T23:17:00Z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0x01010060B0DC1489D1C24F88522D598BF94248</vt:lpwstr>
  </property>
</Properties>
</file>