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41" w:type="dxa"/>
        <w:tblLook w:val="04A0" w:firstRow="1" w:lastRow="0" w:firstColumn="1" w:lastColumn="0" w:noHBand="0" w:noVBand="1"/>
      </w:tblPr>
      <w:tblGrid>
        <w:gridCol w:w="677"/>
        <w:gridCol w:w="607"/>
        <w:gridCol w:w="1221"/>
        <w:gridCol w:w="3356"/>
        <w:gridCol w:w="1592"/>
        <w:gridCol w:w="2088"/>
      </w:tblGrid>
      <w:tr w:rsidR="00330065" w:rsidRPr="00D313C7" w14:paraId="74A9FECF" w14:textId="77777777" w:rsidTr="005C454A">
        <w:tc>
          <w:tcPr>
            <w:tcW w:w="677" w:type="dxa"/>
            <w:vAlign w:val="bottom"/>
          </w:tcPr>
          <w:p w14:paraId="2A1026AA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48A81229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221" w:type="dxa"/>
            <w:vAlign w:val="bottom"/>
          </w:tcPr>
          <w:p w14:paraId="72CD96E4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356" w:type="dxa"/>
            <w:vAlign w:val="bottom"/>
          </w:tcPr>
          <w:p w14:paraId="5422AD8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5167E1E5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088" w:type="dxa"/>
            <w:vAlign w:val="bottom"/>
          </w:tcPr>
          <w:p w14:paraId="1951DD78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5318E2" w:rsidRPr="005318E2" w14:paraId="2DF1DFF7" w14:textId="77777777" w:rsidTr="005C454A">
        <w:tc>
          <w:tcPr>
            <w:tcW w:w="677" w:type="dxa"/>
            <w:vAlign w:val="bottom"/>
          </w:tcPr>
          <w:p w14:paraId="38A15093" w14:textId="70E16DC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F9CD72B" w14:textId="78DCD51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5EF75633" w14:textId="424B0A48" w:rsidR="005318E2" w:rsidRPr="005318E2" w:rsidRDefault="00AF24CA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356" w:type="dxa"/>
            <w:vAlign w:val="bottom"/>
          </w:tcPr>
          <w:p w14:paraId="51B2CA9A" w14:textId="29D6826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53135B3F" w14:textId="033BBCB8" w:rsidR="005318E2" w:rsidRPr="005318E2" w:rsidRDefault="00706B00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088" w:type="dxa"/>
            <w:vAlign w:val="bottom"/>
          </w:tcPr>
          <w:p w14:paraId="28A06FE8" w14:textId="3026551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08_051363b</w:t>
            </w:r>
          </w:p>
        </w:tc>
      </w:tr>
      <w:tr w:rsidR="005318E2" w:rsidRPr="005318E2" w14:paraId="0638AA58" w14:textId="77777777" w:rsidTr="005C454A">
        <w:tc>
          <w:tcPr>
            <w:tcW w:w="677" w:type="dxa"/>
            <w:vAlign w:val="bottom"/>
          </w:tcPr>
          <w:p w14:paraId="3329C18D" w14:textId="133CACC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63F30840" w14:textId="4AE7D17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D906AC5" w14:textId="7952083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356" w:type="dxa"/>
            <w:vAlign w:val="bottom"/>
          </w:tcPr>
          <w:p w14:paraId="285CFA82" w14:textId="574BA2F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 w:rsidR="00900E3A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F 25V</w:t>
            </w:r>
            <w:r w:rsidR="00700A3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0805</w:t>
            </w:r>
          </w:p>
        </w:tc>
        <w:tc>
          <w:tcPr>
            <w:tcW w:w="1592" w:type="dxa"/>
            <w:vAlign w:val="bottom"/>
          </w:tcPr>
          <w:p w14:paraId="12031948" w14:textId="781AE91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1BEDA0A5" w14:textId="6FEAFF0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CL21A475KAQNNNG</w:t>
            </w:r>
          </w:p>
        </w:tc>
      </w:tr>
      <w:tr w:rsidR="005318E2" w:rsidRPr="005318E2" w14:paraId="565A8880" w14:textId="77777777" w:rsidTr="005C454A">
        <w:tc>
          <w:tcPr>
            <w:tcW w:w="677" w:type="dxa"/>
            <w:vAlign w:val="bottom"/>
          </w:tcPr>
          <w:p w14:paraId="46EBA1A0" w14:textId="19BE221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58A43EAE" w14:textId="3A5B6A5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1" w:type="dxa"/>
            <w:vAlign w:val="bottom"/>
          </w:tcPr>
          <w:p w14:paraId="300584F6" w14:textId="5B13122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C6,C9,C10</w:t>
            </w:r>
          </w:p>
        </w:tc>
        <w:tc>
          <w:tcPr>
            <w:tcW w:w="3356" w:type="dxa"/>
            <w:vAlign w:val="bottom"/>
          </w:tcPr>
          <w:p w14:paraId="5ECA8C7C" w14:textId="7D9723E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</w:t>
            </w:r>
            <w:r w:rsidR="003E2698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3F086D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0603</w:t>
            </w:r>
          </w:p>
        </w:tc>
        <w:tc>
          <w:tcPr>
            <w:tcW w:w="1592" w:type="dxa"/>
            <w:vAlign w:val="bottom"/>
          </w:tcPr>
          <w:p w14:paraId="1B7C56F4" w14:textId="3B6D97F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0C208352" w14:textId="2545CC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CL10A105KB8NNNC</w:t>
            </w:r>
          </w:p>
        </w:tc>
      </w:tr>
      <w:tr w:rsidR="005318E2" w:rsidRPr="005318E2" w14:paraId="6082460E" w14:textId="77777777" w:rsidTr="005C454A">
        <w:tc>
          <w:tcPr>
            <w:tcW w:w="677" w:type="dxa"/>
            <w:vAlign w:val="bottom"/>
          </w:tcPr>
          <w:p w14:paraId="6A337AAD" w14:textId="2E2EC29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53F6396E" w14:textId="600A861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28061119" w14:textId="05AB738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C7,C11</w:t>
            </w:r>
          </w:p>
        </w:tc>
        <w:tc>
          <w:tcPr>
            <w:tcW w:w="3356" w:type="dxa"/>
            <w:vAlign w:val="bottom"/>
          </w:tcPr>
          <w:p w14:paraId="0BCAA149" w14:textId="2263BF9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100</w:t>
            </w:r>
            <w:r w:rsidR="001708BD">
              <w:rPr>
                <w:rFonts w:ascii="Calibri" w:hAnsi="Calibri" w:cs="Calibri"/>
                <w:color w:val="000000"/>
                <w:sz w:val="18"/>
                <w:szCs w:val="18"/>
              </w:rPr>
              <w:t>p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F 50V C0G 0402</w:t>
            </w:r>
          </w:p>
        </w:tc>
        <w:tc>
          <w:tcPr>
            <w:tcW w:w="1592" w:type="dxa"/>
            <w:vAlign w:val="bottom"/>
          </w:tcPr>
          <w:p w14:paraId="779A1FA5" w14:textId="766C7D0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088" w:type="dxa"/>
            <w:vAlign w:val="bottom"/>
          </w:tcPr>
          <w:p w14:paraId="6EBCEAA2" w14:textId="01BCEC9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GCM1555C1H101FA16D</w:t>
            </w:r>
          </w:p>
        </w:tc>
      </w:tr>
      <w:tr w:rsidR="005318E2" w:rsidRPr="005318E2" w14:paraId="776927CE" w14:textId="77777777" w:rsidTr="005C454A">
        <w:tc>
          <w:tcPr>
            <w:tcW w:w="677" w:type="dxa"/>
            <w:vAlign w:val="bottom"/>
          </w:tcPr>
          <w:p w14:paraId="00C67503" w14:textId="52EC0CD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5883931C" w14:textId="0EC6B99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4AAF7AA8" w14:textId="1D7AC47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C5,C12</w:t>
            </w:r>
          </w:p>
        </w:tc>
        <w:tc>
          <w:tcPr>
            <w:tcW w:w="3356" w:type="dxa"/>
            <w:vAlign w:val="bottom"/>
          </w:tcPr>
          <w:p w14:paraId="49014A09" w14:textId="15CFBE55" w:rsidR="005318E2" w:rsidRPr="005318E2" w:rsidRDefault="001708BD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2E7ACE">
              <w:rPr>
                <w:rFonts w:ascii="Calibri" w:hAnsi="Calibri" w:cs="Calibri"/>
                <w:color w:val="000000"/>
                <w:sz w:val="18"/>
                <w:szCs w:val="18"/>
              </w:rPr>
              <w:t>TBD CER 0603 (Note )</w:t>
            </w:r>
          </w:p>
        </w:tc>
        <w:tc>
          <w:tcPr>
            <w:tcW w:w="1592" w:type="dxa"/>
            <w:vAlign w:val="bottom"/>
          </w:tcPr>
          <w:p w14:paraId="51820E4A" w14:textId="3B05779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  <w:tc>
          <w:tcPr>
            <w:tcW w:w="2088" w:type="dxa"/>
            <w:vAlign w:val="bottom"/>
          </w:tcPr>
          <w:p w14:paraId="056B109E" w14:textId="47CC2AA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</w:tr>
      <w:tr w:rsidR="005318E2" w:rsidRPr="005318E2" w14:paraId="39A3D6FE" w14:textId="77777777" w:rsidTr="005C454A">
        <w:tc>
          <w:tcPr>
            <w:tcW w:w="677" w:type="dxa"/>
            <w:vAlign w:val="bottom"/>
          </w:tcPr>
          <w:p w14:paraId="182902B3" w14:textId="44B4B8B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7859400D" w14:textId="78CB515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2FB2750" w14:textId="09D0410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356" w:type="dxa"/>
            <w:vAlign w:val="bottom"/>
          </w:tcPr>
          <w:p w14:paraId="481FF3D1" w14:textId="15589DD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4A0E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0.1uF 16V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4A0E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0402</w:t>
            </w:r>
          </w:p>
        </w:tc>
        <w:tc>
          <w:tcPr>
            <w:tcW w:w="1592" w:type="dxa"/>
            <w:vAlign w:val="bottom"/>
          </w:tcPr>
          <w:p w14:paraId="0CD964E8" w14:textId="5BCACED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2088" w:type="dxa"/>
            <w:vAlign w:val="bottom"/>
          </w:tcPr>
          <w:p w14:paraId="0B00D2CE" w14:textId="7E8E0AE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C0402C104K4RACTU</w:t>
            </w:r>
          </w:p>
        </w:tc>
      </w:tr>
      <w:tr w:rsidR="005318E2" w:rsidRPr="005318E2" w14:paraId="4F514AA1" w14:textId="77777777" w:rsidTr="005C454A">
        <w:tc>
          <w:tcPr>
            <w:tcW w:w="677" w:type="dxa"/>
            <w:vAlign w:val="bottom"/>
          </w:tcPr>
          <w:p w14:paraId="5D7BA3EA" w14:textId="641E476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6B4C3972" w14:textId="2AFB5A6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644CAC4" w14:textId="155B990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C3,C4</w:t>
            </w:r>
          </w:p>
        </w:tc>
        <w:tc>
          <w:tcPr>
            <w:tcW w:w="3356" w:type="dxa"/>
            <w:vAlign w:val="bottom"/>
          </w:tcPr>
          <w:p w14:paraId="7823A0E2" w14:textId="0A7711D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 w:rsidR="007B1AF5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7B1A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</w:p>
        </w:tc>
        <w:tc>
          <w:tcPr>
            <w:tcW w:w="1592" w:type="dxa"/>
            <w:vAlign w:val="bottom"/>
          </w:tcPr>
          <w:p w14:paraId="09DFFC96" w14:textId="0E6D5A1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70E9AAFB" w14:textId="2A466CB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5318E2" w:rsidRPr="005318E2" w14:paraId="56C0695F" w14:textId="77777777" w:rsidTr="005C454A">
        <w:tc>
          <w:tcPr>
            <w:tcW w:w="677" w:type="dxa"/>
            <w:vAlign w:val="bottom"/>
          </w:tcPr>
          <w:p w14:paraId="7CA8EE9B" w14:textId="78A6F45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77D6B4A1" w14:textId="07C71FD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02DC7C4D" w14:textId="760AD2E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CSS1,CSS2</w:t>
            </w:r>
          </w:p>
        </w:tc>
        <w:tc>
          <w:tcPr>
            <w:tcW w:w="3356" w:type="dxa"/>
            <w:vAlign w:val="bottom"/>
          </w:tcPr>
          <w:p w14:paraId="5F995A88" w14:textId="33EC940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CAP 0.33</w:t>
            </w:r>
            <w:r w:rsidR="00E26E56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16V </w:t>
            </w:r>
            <w:r w:rsidR="00E26E56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0603 </w:t>
            </w:r>
          </w:p>
        </w:tc>
        <w:tc>
          <w:tcPr>
            <w:tcW w:w="1592" w:type="dxa"/>
            <w:vAlign w:val="bottom"/>
          </w:tcPr>
          <w:p w14:paraId="1932F4F8" w14:textId="1426956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088" w:type="dxa"/>
            <w:vAlign w:val="bottom"/>
          </w:tcPr>
          <w:p w14:paraId="52EC853D" w14:textId="6AC6302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CL10B334KO8NNNC</w:t>
            </w:r>
          </w:p>
        </w:tc>
      </w:tr>
      <w:tr w:rsidR="005318E2" w:rsidRPr="005318E2" w14:paraId="73EBD73A" w14:textId="77777777" w:rsidTr="005C454A">
        <w:tc>
          <w:tcPr>
            <w:tcW w:w="677" w:type="dxa"/>
            <w:vAlign w:val="bottom"/>
          </w:tcPr>
          <w:p w14:paraId="2E975727" w14:textId="37F996D6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7EF72D62" w14:textId="7D1E5F5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B950DF9" w14:textId="1849993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D1,D2</w:t>
            </w:r>
          </w:p>
        </w:tc>
        <w:tc>
          <w:tcPr>
            <w:tcW w:w="3356" w:type="dxa"/>
            <w:vAlign w:val="bottom"/>
          </w:tcPr>
          <w:p w14:paraId="5045EF95" w14:textId="5793FB2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DIO</w:t>
            </w:r>
            <w:r w:rsidR="00AC0AE4">
              <w:rPr>
                <w:rFonts w:ascii="Calibri" w:hAnsi="Calibri" w:cs="Calibri"/>
                <w:color w:val="000000"/>
                <w:sz w:val="18"/>
                <w:szCs w:val="18"/>
              </w:rPr>
              <w:t>DE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SCHOTTKY BARRIER RECTIFIER, 1A</w:t>
            </w:r>
          </w:p>
        </w:tc>
        <w:tc>
          <w:tcPr>
            <w:tcW w:w="1592" w:type="dxa"/>
            <w:vAlign w:val="bottom"/>
          </w:tcPr>
          <w:p w14:paraId="26051726" w14:textId="7C79C5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088" w:type="dxa"/>
            <w:vAlign w:val="bottom"/>
          </w:tcPr>
          <w:p w14:paraId="2C55D57D" w14:textId="5032296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DFLS120L-7</w:t>
            </w:r>
          </w:p>
        </w:tc>
      </w:tr>
      <w:tr w:rsidR="005318E2" w:rsidRPr="005318E2" w14:paraId="29EF7A7F" w14:textId="77777777" w:rsidTr="005C454A">
        <w:tc>
          <w:tcPr>
            <w:tcW w:w="677" w:type="dxa"/>
            <w:vAlign w:val="bottom"/>
          </w:tcPr>
          <w:p w14:paraId="39ACBC77" w14:textId="7D1C5DB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32C6E664" w14:textId="113B6DD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38156E8" w14:textId="5A87E74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356" w:type="dxa"/>
            <w:vAlign w:val="bottom"/>
          </w:tcPr>
          <w:p w14:paraId="63EFCE2F" w14:textId="1BEA7B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</w:t>
            </w:r>
            <w:r w:rsidR="00DD332F">
              <w:rPr>
                <w:rFonts w:ascii="Calibri" w:hAnsi="Calibri" w:cs="Calibri"/>
                <w:color w:val="000000"/>
                <w:sz w:val="18"/>
                <w:szCs w:val="18"/>
              </w:rPr>
              <w:t>N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MALE HEADER 3POS 2.54MM PITCH R/A</w:t>
            </w:r>
          </w:p>
        </w:tc>
        <w:tc>
          <w:tcPr>
            <w:tcW w:w="1592" w:type="dxa"/>
            <w:vAlign w:val="bottom"/>
          </w:tcPr>
          <w:p w14:paraId="01C5BAFE" w14:textId="1CB0C3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19A3548E" w14:textId="2F6C0BB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5318E2" w:rsidRPr="005318E2" w14:paraId="088A7C3D" w14:textId="77777777" w:rsidTr="005C454A">
        <w:tc>
          <w:tcPr>
            <w:tcW w:w="677" w:type="dxa"/>
            <w:vAlign w:val="bottom"/>
          </w:tcPr>
          <w:p w14:paraId="633B1960" w14:textId="44451F3C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6D495D67" w14:textId="2FF162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329116FB" w14:textId="2ABFE11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356" w:type="dxa"/>
            <w:vAlign w:val="bottom"/>
          </w:tcPr>
          <w:p w14:paraId="032B57A8" w14:textId="00F077A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>10uH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0.84A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0.216</w:t>
            </w:r>
            <w:r w:rsidR="00862E0F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30CE6B8C" w14:textId="44487BC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088" w:type="dxa"/>
            <w:vAlign w:val="bottom"/>
          </w:tcPr>
          <w:p w14:paraId="7A00B772" w14:textId="5F0B6D5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NR4018T100M</w:t>
            </w:r>
          </w:p>
        </w:tc>
      </w:tr>
      <w:tr w:rsidR="005318E2" w:rsidRPr="005318E2" w14:paraId="275BD170" w14:textId="77777777" w:rsidTr="005C454A">
        <w:tc>
          <w:tcPr>
            <w:tcW w:w="677" w:type="dxa"/>
            <w:vAlign w:val="bottom"/>
          </w:tcPr>
          <w:p w14:paraId="43CCF252" w14:textId="2ACC1924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28791C8A" w14:textId="5A53950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4948B16D" w14:textId="1E2AEA7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L2,L3</w:t>
            </w:r>
          </w:p>
        </w:tc>
        <w:tc>
          <w:tcPr>
            <w:tcW w:w="3356" w:type="dxa"/>
            <w:vAlign w:val="bottom"/>
          </w:tcPr>
          <w:p w14:paraId="04CB6D88" w14:textId="11DE4F0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>15uH 0.56A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0.48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0B35A019" w14:textId="2BC0AA2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088" w:type="dxa"/>
            <w:vAlign w:val="bottom"/>
          </w:tcPr>
          <w:p w14:paraId="234BA092" w14:textId="546F4D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NR4012T150M</w:t>
            </w:r>
          </w:p>
        </w:tc>
      </w:tr>
      <w:tr w:rsidR="005318E2" w:rsidRPr="005318E2" w14:paraId="7B6614F4" w14:textId="77777777" w:rsidTr="005C454A">
        <w:tc>
          <w:tcPr>
            <w:tcW w:w="677" w:type="dxa"/>
            <w:vAlign w:val="bottom"/>
          </w:tcPr>
          <w:p w14:paraId="087E8BB5" w14:textId="72ED3378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9C2664F" w14:textId="538934F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69A5A1DE" w14:textId="77777777" w:rsid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OUTPUT1,</w:t>
            </w:r>
          </w:p>
          <w:p w14:paraId="31DBD073" w14:textId="0F69D1E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OUTPUT2</w:t>
            </w:r>
          </w:p>
        </w:tc>
        <w:tc>
          <w:tcPr>
            <w:tcW w:w="3356" w:type="dxa"/>
            <w:vAlign w:val="bottom"/>
          </w:tcPr>
          <w:p w14:paraId="58D8870B" w14:textId="7A84A1F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05C1A4D7" w14:textId="194C6A7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70DD7889" w14:textId="4CFCCA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5318E2" w:rsidRPr="005318E2" w14:paraId="09149B1F" w14:textId="77777777" w:rsidTr="005C454A">
        <w:tc>
          <w:tcPr>
            <w:tcW w:w="677" w:type="dxa"/>
            <w:vAlign w:val="bottom"/>
          </w:tcPr>
          <w:p w14:paraId="163ED825" w14:textId="10DC880B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03F6AE87" w14:textId="51C0BDA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29923587" w14:textId="04F117F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P1,P2</w:t>
            </w:r>
          </w:p>
        </w:tc>
        <w:tc>
          <w:tcPr>
            <w:tcW w:w="3356" w:type="dxa"/>
            <w:vAlign w:val="bottom"/>
          </w:tcPr>
          <w:p w14:paraId="6B1DDF64" w14:textId="77777777" w:rsidR="007D2720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5C454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691C56A1" w14:textId="35C1E93F" w:rsidR="005318E2" w:rsidRPr="005318E2" w:rsidRDefault="005C454A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(Note )</w:t>
            </w:r>
          </w:p>
        </w:tc>
        <w:tc>
          <w:tcPr>
            <w:tcW w:w="1592" w:type="dxa"/>
            <w:vAlign w:val="bottom"/>
          </w:tcPr>
          <w:p w14:paraId="7F344F7A" w14:textId="239E32D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088" w:type="dxa"/>
            <w:vAlign w:val="bottom"/>
          </w:tcPr>
          <w:p w14:paraId="14D9F83B" w14:textId="18E8775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5318E2" w:rsidRPr="005318E2" w14:paraId="363CC2FB" w14:textId="77777777" w:rsidTr="005C454A">
        <w:tc>
          <w:tcPr>
            <w:tcW w:w="677" w:type="dxa"/>
            <w:vAlign w:val="bottom"/>
          </w:tcPr>
          <w:p w14:paraId="768FA3C3" w14:textId="775BD4CD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7F8A762F" w14:textId="6A38305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DE4DD22" w14:textId="3031068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356" w:type="dxa"/>
            <w:vAlign w:val="bottom"/>
          </w:tcPr>
          <w:p w14:paraId="50046F7D" w14:textId="4DE232A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RES 54.9K OHM 1%</w:t>
            </w:r>
            <w:r w:rsidR="00C972D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5535FE47" w14:textId="07109455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088" w:type="dxa"/>
            <w:vAlign w:val="bottom"/>
          </w:tcPr>
          <w:p w14:paraId="1368CAE7" w14:textId="2936CF8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RC0805FR-0754K9L</w:t>
            </w:r>
          </w:p>
        </w:tc>
      </w:tr>
      <w:tr w:rsidR="005318E2" w:rsidRPr="005318E2" w14:paraId="64838FB2" w14:textId="77777777" w:rsidTr="005C454A">
        <w:tc>
          <w:tcPr>
            <w:tcW w:w="677" w:type="dxa"/>
            <w:vAlign w:val="bottom"/>
          </w:tcPr>
          <w:p w14:paraId="5410E076" w14:textId="18FFAF44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2680016F" w14:textId="08A36BC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17C3CEC0" w14:textId="63D3E11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R9,R10</w:t>
            </w:r>
          </w:p>
        </w:tc>
        <w:tc>
          <w:tcPr>
            <w:tcW w:w="3356" w:type="dxa"/>
            <w:vAlign w:val="bottom"/>
          </w:tcPr>
          <w:p w14:paraId="4DDF63E8" w14:textId="7111676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108FF">
              <w:rPr>
                <w:rFonts w:ascii="Calibri" w:hAnsi="Calibri" w:cs="Calibri"/>
                <w:color w:val="000000"/>
                <w:sz w:val="18"/>
                <w:szCs w:val="18"/>
              </w:rPr>
              <w:t>0-OHM 1%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74605F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E08920D" w14:textId="221745E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088" w:type="dxa"/>
            <w:vAlign w:val="bottom"/>
          </w:tcPr>
          <w:p w14:paraId="79D7BD3C" w14:textId="36C4F54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5318E2" w:rsidRPr="005318E2" w14:paraId="093DAD32" w14:textId="77777777" w:rsidTr="005C454A">
        <w:tc>
          <w:tcPr>
            <w:tcW w:w="677" w:type="dxa"/>
            <w:vAlign w:val="bottom"/>
          </w:tcPr>
          <w:p w14:paraId="262C84E5" w14:textId="23F381AC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14F307E1" w14:textId="006B440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1" w:type="dxa"/>
            <w:vAlign w:val="bottom"/>
          </w:tcPr>
          <w:p w14:paraId="0F1D0A6F" w14:textId="77777777" w:rsidR="009A46FB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R7,R8,</w:t>
            </w:r>
          </w:p>
          <w:p w14:paraId="4A820F8A" w14:textId="5612178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R11,R12</w:t>
            </w:r>
          </w:p>
        </w:tc>
        <w:tc>
          <w:tcPr>
            <w:tcW w:w="3356" w:type="dxa"/>
            <w:vAlign w:val="bottom"/>
          </w:tcPr>
          <w:p w14:paraId="7A9B01F0" w14:textId="5A8477C0" w:rsidR="005318E2" w:rsidRPr="005318E2" w:rsidRDefault="004108FF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TBD THICK FILM 0805</w:t>
            </w:r>
            <w:r w:rsidR="007D272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  <w:bookmarkStart w:id="0" w:name="_GoBack"/>
            <w:bookmarkEnd w:id="0"/>
          </w:p>
        </w:tc>
        <w:tc>
          <w:tcPr>
            <w:tcW w:w="1592" w:type="dxa"/>
            <w:vAlign w:val="bottom"/>
          </w:tcPr>
          <w:p w14:paraId="27A6481A" w14:textId="71E0FA7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2088" w:type="dxa"/>
            <w:vAlign w:val="bottom"/>
          </w:tcPr>
          <w:p w14:paraId="3128E749" w14:textId="3D020F84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5318E2" w:rsidRPr="005318E2" w14:paraId="1B4AD156" w14:textId="77777777" w:rsidTr="005C454A">
        <w:tc>
          <w:tcPr>
            <w:tcW w:w="677" w:type="dxa"/>
            <w:vAlign w:val="bottom"/>
          </w:tcPr>
          <w:p w14:paraId="1E2A0A31" w14:textId="4FC25F47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4DD5C807" w14:textId="2E1EA9D9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1D67804C" w14:textId="188A1F0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356" w:type="dxa"/>
            <w:vAlign w:val="bottom"/>
          </w:tcPr>
          <w:p w14:paraId="26B1AF97" w14:textId="35C88DA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4.99K 1%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9A9EE61" w14:textId="5EF5A1BD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088" w:type="dxa"/>
            <w:vAlign w:val="bottom"/>
          </w:tcPr>
          <w:p w14:paraId="572AAD65" w14:textId="1319FE51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ERJ-6ENF4991V</w:t>
            </w:r>
          </w:p>
        </w:tc>
      </w:tr>
      <w:tr w:rsidR="005318E2" w:rsidRPr="005318E2" w14:paraId="3DD13FC2" w14:textId="77777777" w:rsidTr="005C454A">
        <w:tc>
          <w:tcPr>
            <w:tcW w:w="677" w:type="dxa"/>
            <w:vAlign w:val="bottom"/>
          </w:tcPr>
          <w:p w14:paraId="204D9B53" w14:textId="6ECDFEAE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5C4C72C7" w14:textId="6966BEB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7BDC1BE6" w14:textId="05D4416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356" w:type="dxa"/>
            <w:vAlign w:val="bottom"/>
          </w:tcPr>
          <w:p w14:paraId="46273E11" w14:textId="6E313688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8B227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182K 1%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F54EE2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6A84E139" w14:textId="104AA8E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088" w:type="dxa"/>
            <w:vAlign w:val="bottom"/>
          </w:tcPr>
          <w:p w14:paraId="06C139C0" w14:textId="673E2837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CRCW0805182KFKEA</w:t>
            </w:r>
          </w:p>
        </w:tc>
      </w:tr>
      <w:tr w:rsidR="005318E2" w:rsidRPr="005318E2" w14:paraId="7CB0EE2B" w14:textId="77777777" w:rsidTr="005C454A">
        <w:tc>
          <w:tcPr>
            <w:tcW w:w="677" w:type="dxa"/>
            <w:vAlign w:val="bottom"/>
          </w:tcPr>
          <w:p w14:paraId="1F87DA7B" w14:textId="6FB05BE2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39D574D4" w14:textId="25AFC33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4CEFC22E" w14:textId="3ADDF6A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356" w:type="dxa"/>
            <w:vAlign w:val="bottom"/>
          </w:tcPr>
          <w:p w14:paraId="24F93E65" w14:textId="15DB411E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8B227E">
              <w:rPr>
                <w:rFonts w:ascii="Calibri" w:hAnsi="Calibri" w:cs="Calibri"/>
                <w:color w:val="000000"/>
                <w:sz w:val="18"/>
                <w:szCs w:val="18"/>
              </w:rPr>
              <w:t>15K 1% THICK FILM 0805</w:t>
            </w:r>
          </w:p>
        </w:tc>
        <w:tc>
          <w:tcPr>
            <w:tcW w:w="1592" w:type="dxa"/>
            <w:vAlign w:val="bottom"/>
          </w:tcPr>
          <w:p w14:paraId="08DB80D0" w14:textId="1B3E6636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088" w:type="dxa"/>
            <w:vAlign w:val="bottom"/>
          </w:tcPr>
          <w:p w14:paraId="67E9500D" w14:textId="5699A81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ERA-6AEB153V</w:t>
            </w:r>
          </w:p>
        </w:tc>
      </w:tr>
      <w:tr w:rsidR="005318E2" w:rsidRPr="005318E2" w14:paraId="305274CC" w14:textId="77777777" w:rsidTr="005C454A">
        <w:tc>
          <w:tcPr>
            <w:tcW w:w="677" w:type="dxa"/>
            <w:vAlign w:val="bottom"/>
          </w:tcPr>
          <w:p w14:paraId="2AADD398" w14:textId="5BC1E4E9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699B3E51" w14:textId="62E01A3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03B289F0" w14:textId="704CC753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RSS1,RSS2</w:t>
            </w:r>
          </w:p>
        </w:tc>
        <w:tc>
          <w:tcPr>
            <w:tcW w:w="3356" w:type="dxa"/>
            <w:vAlign w:val="bottom"/>
          </w:tcPr>
          <w:p w14:paraId="73626DDD" w14:textId="785BD6BB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AB6E7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4.7K 5% </w:t>
            </w: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THICK FILM 0805</w:t>
            </w:r>
          </w:p>
        </w:tc>
        <w:tc>
          <w:tcPr>
            <w:tcW w:w="1592" w:type="dxa"/>
            <w:vAlign w:val="bottom"/>
          </w:tcPr>
          <w:p w14:paraId="221DA189" w14:textId="43E3D34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NIC COMP CORP</w:t>
            </w:r>
          </w:p>
        </w:tc>
        <w:tc>
          <w:tcPr>
            <w:tcW w:w="2088" w:type="dxa"/>
            <w:vAlign w:val="bottom"/>
          </w:tcPr>
          <w:p w14:paraId="65CACE1F" w14:textId="5FD13EB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NRC10J472TRF</w:t>
            </w:r>
          </w:p>
        </w:tc>
      </w:tr>
      <w:tr w:rsidR="005318E2" w:rsidRPr="005318E2" w14:paraId="76DAE902" w14:textId="77777777" w:rsidTr="005C454A">
        <w:tc>
          <w:tcPr>
            <w:tcW w:w="677" w:type="dxa"/>
            <w:vAlign w:val="bottom"/>
          </w:tcPr>
          <w:p w14:paraId="66578169" w14:textId="3877A991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460C880A" w14:textId="4A5BCED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1" w:type="dxa"/>
            <w:vAlign w:val="bottom"/>
          </w:tcPr>
          <w:p w14:paraId="69CBBAE0" w14:textId="4C87A6C0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356" w:type="dxa"/>
            <w:vAlign w:val="bottom"/>
          </w:tcPr>
          <w:p w14:paraId="47CD1C02" w14:textId="4BCB065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IC DUAL 1.3A, 1.2MHZ BOOST INVERTER</w:t>
            </w:r>
          </w:p>
        </w:tc>
        <w:tc>
          <w:tcPr>
            <w:tcW w:w="1592" w:type="dxa"/>
            <w:vAlign w:val="bottom"/>
          </w:tcPr>
          <w:p w14:paraId="22B86380" w14:textId="7009CA8B" w:rsidR="005318E2" w:rsidRPr="005318E2" w:rsidRDefault="00706B00" w:rsidP="005318E2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088" w:type="dxa"/>
            <w:vAlign w:val="bottom"/>
          </w:tcPr>
          <w:p w14:paraId="16CDF91F" w14:textId="796092BA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LT3471EDD#PBF</w:t>
            </w:r>
          </w:p>
        </w:tc>
      </w:tr>
      <w:tr w:rsidR="005318E2" w:rsidRPr="005318E2" w14:paraId="0DF6C6BC" w14:textId="77777777" w:rsidTr="005C454A">
        <w:tc>
          <w:tcPr>
            <w:tcW w:w="677" w:type="dxa"/>
            <w:vAlign w:val="bottom"/>
          </w:tcPr>
          <w:p w14:paraId="4729EE42" w14:textId="61B1013B" w:rsidR="005318E2" w:rsidRPr="005318E2" w:rsidRDefault="005318E2" w:rsidP="005318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2EA62F9F" w14:textId="3F1B9DF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1" w:type="dxa"/>
            <w:vAlign w:val="bottom"/>
          </w:tcPr>
          <w:p w14:paraId="387DB1D7" w14:textId="0B14E74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VIOC+,VIOC-</w:t>
            </w:r>
          </w:p>
        </w:tc>
        <w:tc>
          <w:tcPr>
            <w:tcW w:w="3356" w:type="dxa"/>
            <w:vAlign w:val="bottom"/>
          </w:tcPr>
          <w:p w14:paraId="491C5F18" w14:textId="4785D74C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592" w:type="dxa"/>
            <w:vAlign w:val="bottom"/>
          </w:tcPr>
          <w:p w14:paraId="6078FB53" w14:textId="3274753F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088" w:type="dxa"/>
            <w:vAlign w:val="bottom"/>
          </w:tcPr>
          <w:p w14:paraId="1C4E96AA" w14:textId="08E9E102" w:rsidR="005318E2" w:rsidRPr="005318E2" w:rsidRDefault="005318E2" w:rsidP="005318E2">
            <w:pPr>
              <w:rPr>
                <w:sz w:val="18"/>
                <w:szCs w:val="18"/>
              </w:rPr>
            </w:pPr>
            <w:r w:rsidRPr="005318E2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557DF558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08"/>
    <w:rsid w:val="00012CE8"/>
    <w:rsid w:val="001708BD"/>
    <w:rsid w:val="00296005"/>
    <w:rsid w:val="002D2AD9"/>
    <w:rsid w:val="002E7ACE"/>
    <w:rsid w:val="00305C13"/>
    <w:rsid w:val="00330065"/>
    <w:rsid w:val="003E2698"/>
    <w:rsid w:val="003F086D"/>
    <w:rsid w:val="004108FF"/>
    <w:rsid w:val="004A0E67"/>
    <w:rsid w:val="004C2E5C"/>
    <w:rsid w:val="005318E2"/>
    <w:rsid w:val="005B1B67"/>
    <w:rsid w:val="005C454A"/>
    <w:rsid w:val="005F3501"/>
    <w:rsid w:val="00700A32"/>
    <w:rsid w:val="00706B00"/>
    <w:rsid w:val="0074605F"/>
    <w:rsid w:val="007B1AF5"/>
    <w:rsid w:val="007D2720"/>
    <w:rsid w:val="008007AD"/>
    <w:rsid w:val="00801A6A"/>
    <w:rsid w:val="0082546E"/>
    <w:rsid w:val="00862E0F"/>
    <w:rsid w:val="008B227E"/>
    <w:rsid w:val="00900E3A"/>
    <w:rsid w:val="009677CA"/>
    <w:rsid w:val="009A46FB"/>
    <w:rsid w:val="00A02BE5"/>
    <w:rsid w:val="00A05308"/>
    <w:rsid w:val="00AB6E75"/>
    <w:rsid w:val="00AC0AE4"/>
    <w:rsid w:val="00AC5922"/>
    <w:rsid w:val="00AF24CA"/>
    <w:rsid w:val="00B11642"/>
    <w:rsid w:val="00BC69A3"/>
    <w:rsid w:val="00BD6330"/>
    <w:rsid w:val="00C26CF5"/>
    <w:rsid w:val="00C47A63"/>
    <w:rsid w:val="00C71C60"/>
    <w:rsid w:val="00C972D8"/>
    <w:rsid w:val="00CA6D7C"/>
    <w:rsid w:val="00CB52D3"/>
    <w:rsid w:val="00D313C7"/>
    <w:rsid w:val="00DD332F"/>
    <w:rsid w:val="00DF6581"/>
    <w:rsid w:val="00E14A65"/>
    <w:rsid w:val="00E26E56"/>
    <w:rsid w:val="00E311D6"/>
    <w:rsid w:val="00F5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B3056"/>
  <w15:chartTrackingRefBased/>
  <w15:docId w15:val="{C46A2356-B566-42B1-B29B-8B8D78CE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D5836A-1B33-4290-AC24-37DCD47EC2F9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23b55ecd-d0c9-4c1e-9264-0c0a9032ba2f"/>
    <ds:schemaRef ds:uri="http://purl.org/dc/terms/"/>
    <ds:schemaRef ds:uri="cc63553a-be06-4f94-a194-a06fe81c5e2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146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28</cp:revision>
  <dcterms:created xsi:type="dcterms:W3CDTF">2020-04-16T20:51:00Z</dcterms:created>
  <dcterms:modified xsi:type="dcterms:W3CDTF">2020-04-16T23:17:00Z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