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588"/>
        <w:gridCol w:w="517"/>
        <w:gridCol w:w="1284"/>
        <w:gridCol w:w="3570"/>
        <w:gridCol w:w="1610"/>
        <w:gridCol w:w="1894"/>
      </w:tblGrid>
      <w:tr w:rsidR="00330065" w:rsidRPr="00D313C7" w14:paraId="0DE6BBE3" w14:textId="77777777" w:rsidTr="0063515B">
        <w:tc>
          <w:tcPr>
            <w:tcW w:w="588" w:type="dxa"/>
            <w:vAlign w:val="bottom"/>
          </w:tcPr>
          <w:p w14:paraId="72F0553D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517" w:type="dxa"/>
            <w:vAlign w:val="bottom"/>
          </w:tcPr>
          <w:p w14:paraId="0902F21C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84" w:type="dxa"/>
            <w:vAlign w:val="bottom"/>
          </w:tcPr>
          <w:p w14:paraId="510ED3D8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570" w:type="dxa"/>
            <w:vAlign w:val="bottom"/>
          </w:tcPr>
          <w:p w14:paraId="40E1DDBC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610" w:type="dxa"/>
            <w:vAlign w:val="bottom"/>
          </w:tcPr>
          <w:p w14:paraId="34044E17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894" w:type="dxa"/>
            <w:vAlign w:val="bottom"/>
          </w:tcPr>
          <w:p w14:paraId="24348533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B2784F" w:rsidRPr="00B2784F" w14:paraId="38F1921C" w14:textId="77777777" w:rsidTr="0063515B">
        <w:tc>
          <w:tcPr>
            <w:tcW w:w="588" w:type="dxa"/>
            <w:vAlign w:val="bottom"/>
          </w:tcPr>
          <w:p w14:paraId="67C2BC71" w14:textId="6B57214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bottom"/>
          </w:tcPr>
          <w:p w14:paraId="34C4381B" w14:textId="7B7C579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66A943B7" w14:textId="2871BC76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PCB</w:t>
            </w:r>
          </w:p>
        </w:tc>
        <w:tc>
          <w:tcPr>
            <w:tcW w:w="3570" w:type="dxa"/>
            <w:vAlign w:val="bottom"/>
          </w:tcPr>
          <w:p w14:paraId="0697B081" w14:textId="3FAD2AE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610" w:type="dxa"/>
            <w:vAlign w:val="bottom"/>
          </w:tcPr>
          <w:p w14:paraId="045B035C" w14:textId="0F255F2A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ANALOG DEVICES</w:t>
            </w:r>
          </w:p>
        </w:tc>
        <w:tc>
          <w:tcPr>
            <w:tcW w:w="1894" w:type="dxa"/>
            <w:vAlign w:val="bottom"/>
          </w:tcPr>
          <w:p w14:paraId="329C8044" w14:textId="3775707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08_051144b</w:t>
            </w:r>
          </w:p>
        </w:tc>
      </w:tr>
      <w:tr w:rsidR="00B2784F" w:rsidRPr="00B2784F" w14:paraId="387CF952" w14:textId="77777777" w:rsidTr="0063515B">
        <w:tc>
          <w:tcPr>
            <w:tcW w:w="588" w:type="dxa"/>
            <w:vAlign w:val="bottom"/>
          </w:tcPr>
          <w:p w14:paraId="267F1B1C" w14:textId="08A5281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bottom"/>
          </w:tcPr>
          <w:p w14:paraId="753FB9F7" w14:textId="6C38DC4C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28CE2CCC" w14:textId="070B146F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570" w:type="dxa"/>
            <w:vAlign w:val="bottom"/>
          </w:tcPr>
          <w:p w14:paraId="08994F87" w14:textId="725402E6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CAP 330</w:t>
            </w:r>
            <w:r w:rsidR="00831A91">
              <w:rPr>
                <w:rFonts w:ascii="Calibri" w:hAnsi="Calibri" w:cs="Calibri"/>
                <w:color w:val="000000"/>
                <w:sz w:val="18"/>
                <w:szCs w:val="18"/>
              </w:rPr>
              <w:t>p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754F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X7R 0402</w:t>
            </w:r>
          </w:p>
        </w:tc>
        <w:tc>
          <w:tcPr>
            <w:tcW w:w="1610" w:type="dxa"/>
            <w:vAlign w:val="bottom"/>
          </w:tcPr>
          <w:p w14:paraId="7C8C911B" w14:textId="726222FA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1894" w:type="dxa"/>
            <w:vAlign w:val="bottom"/>
          </w:tcPr>
          <w:p w14:paraId="37A7B950" w14:textId="0A9784D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C0402C331K5RACTU</w:t>
            </w:r>
          </w:p>
        </w:tc>
      </w:tr>
      <w:tr w:rsidR="00B2784F" w:rsidRPr="00B2784F" w14:paraId="4E2EEB6D" w14:textId="77777777" w:rsidTr="0063515B">
        <w:tc>
          <w:tcPr>
            <w:tcW w:w="588" w:type="dxa"/>
            <w:vAlign w:val="bottom"/>
          </w:tcPr>
          <w:p w14:paraId="2D758EAA" w14:textId="42FFDF4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bottom"/>
          </w:tcPr>
          <w:p w14:paraId="11EEDB5D" w14:textId="5C68427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13623CD4" w14:textId="4F1BA72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570" w:type="dxa"/>
            <w:vAlign w:val="bottom"/>
          </w:tcPr>
          <w:p w14:paraId="3AC453C7" w14:textId="645DE56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 w:rsidR="00831A91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754F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X7R 1206</w:t>
            </w:r>
          </w:p>
        </w:tc>
        <w:tc>
          <w:tcPr>
            <w:tcW w:w="1610" w:type="dxa"/>
            <w:vAlign w:val="bottom"/>
          </w:tcPr>
          <w:p w14:paraId="18CECD11" w14:textId="39E4B9DF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4" w:type="dxa"/>
            <w:vAlign w:val="bottom"/>
          </w:tcPr>
          <w:p w14:paraId="509DBB80" w14:textId="71CED91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CL31B475KBHNNNE</w:t>
            </w:r>
          </w:p>
        </w:tc>
      </w:tr>
      <w:tr w:rsidR="00B2784F" w:rsidRPr="00B2784F" w14:paraId="27B34C29" w14:textId="77777777" w:rsidTr="0063515B">
        <w:tc>
          <w:tcPr>
            <w:tcW w:w="588" w:type="dxa"/>
            <w:vAlign w:val="bottom"/>
          </w:tcPr>
          <w:p w14:paraId="790A8AD6" w14:textId="6D25C0B1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4</w:t>
            </w:r>
          </w:p>
        </w:tc>
        <w:tc>
          <w:tcPr>
            <w:tcW w:w="517" w:type="dxa"/>
            <w:vAlign w:val="bottom"/>
          </w:tcPr>
          <w:p w14:paraId="247D3692" w14:textId="26CB075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72A33835" w14:textId="72E7C81F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570" w:type="dxa"/>
            <w:vAlign w:val="bottom"/>
          </w:tcPr>
          <w:p w14:paraId="7AB039CB" w14:textId="5101B4C7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CAP 0.1</w:t>
            </w:r>
            <w:r w:rsidR="00831A91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754F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X7R 0603</w:t>
            </w:r>
          </w:p>
        </w:tc>
        <w:tc>
          <w:tcPr>
            <w:tcW w:w="1610" w:type="dxa"/>
            <w:vAlign w:val="bottom"/>
          </w:tcPr>
          <w:p w14:paraId="55A61A5B" w14:textId="16BB6CF7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4" w:type="dxa"/>
            <w:vAlign w:val="bottom"/>
          </w:tcPr>
          <w:p w14:paraId="604DE767" w14:textId="276BCDD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CL10B104KB8NNNC</w:t>
            </w:r>
          </w:p>
        </w:tc>
      </w:tr>
      <w:tr w:rsidR="00B2784F" w:rsidRPr="00B2784F" w14:paraId="0A5B9765" w14:textId="77777777" w:rsidTr="0063515B">
        <w:tc>
          <w:tcPr>
            <w:tcW w:w="588" w:type="dxa"/>
            <w:vAlign w:val="bottom"/>
          </w:tcPr>
          <w:p w14:paraId="247D9065" w14:textId="5C5E49F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5</w:t>
            </w:r>
          </w:p>
        </w:tc>
        <w:tc>
          <w:tcPr>
            <w:tcW w:w="517" w:type="dxa"/>
            <w:vAlign w:val="bottom"/>
          </w:tcPr>
          <w:p w14:paraId="001941D2" w14:textId="55E5068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63FEC192" w14:textId="40F5485F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570" w:type="dxa"/>
            <w:vAlign w:val="bottom"/>
          </w:tcPr>
          <w:p w14:paraId="3F54E54B" w14:textId="426CC3A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54F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5.6pF 50V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CER C0G</w:t>
            </w:r>
          </w:p>
        </w:tc>
        <w:tc>
          <w:tcPr>
            <w:tcW w:w="1610" w:type="dxa"/>
            <w:vAlign w:val="bottom"/>
          </w:tcPr>
          <w:p w14:paraId="36ED3AE6" w14:textId="2F50081D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AVX</w:t>
            </w:r>
          </w:p>
        </w:tc>
        <w:tc>
          <w:tcPr>
            <w:tcW w:w="1894" w:type="dxa"/>
            <w:vAlign w:val="bottom"/>
          </w:tcPr>
          <w:p w14:paraId="45F95C6D" w14:textId="6DC422F1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04025A5R6CAT2A</w:t>
            </w:r>
          </w:p>
        </w:tc>
      </w:tr>
      <w:tr w:rsidR="00B2784F" w:rsidRPr="00B2784F" w14:paraId="550A2B64" w14:textId="77777777" w:rsidTr="0063515B">
        <w:tc>
          <w:tcPr>
            <w:tcW w:w="588" w:type="dxa"/>
            <w:vAlign w:val="bottom"/>
          </w:tcPr>
          <w:p w14:paraId="76CBB057" w14:textId="2847CEAA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6</w:t>
            </w:r>
          </w:p>
        </w:tc>
        <w:tc>
          <w:tcPr>
            <w:tcW w:w="517" w:type="dxa"/>
            <w:vAlign w:val="bottom"/>
          </w:tcPr>
          <w:p w14:paraId="7F38F1B6" w14:textId="4E37F076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469DD9EA" w14:textId="1CE628C6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570" w:type="dxa"/>
            <w:vAlign w:val="bottom"/>
          </w:tcPr>
          <w:p w14:paraId="30BDB728" w14:textId="2254E8BC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 w:rsidR="00754F73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25V </w:t>
            </w:r>
            <w:r w:rsidR="00754F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X5R 0805</w:t>
            </w:r>
          </w:p>
        </w:tc>
        <w:tc>
          <w:tcPr>
            <w:tcW w:w="1610" w:type="dxa"/>
            <w:vAlign w:val="bottom"/>
          </w:tcPr>
          <w:p w14:paraId="79284881" w14:textId="2C5405D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4" w:type="dxa"/>
            <w:vAlign w:val="bottom"/>
          </w:tcPr>
          <w:p w14:paraId="197267F0" w14:textId="187D6B1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CL21A106KAYNNNE</w:t>
            </w:r>
          </w:p>
        </w:tc>
      </w:tr>
      <w:tr w:rsidR="00B2784F" w:rsidRPr="00B2784F" w14:paraId="6D4C3664" w14:textId="77777777" w:rsidTr="0063515B">
        <w:tc>
          <w:tcPr>
            <w:tcW w:w="588" w:type="dxa"/>
            <w:vAlign w:val="bottom"/>
          </w:tcPr>
          <w:p w14:paraId="022F86EE" w14:textId="65D00C0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sz w:val="18"/>
                <w:szCs w:val="18"/>
              </w:rPr>
              <w:t>7</w:t>
            </w:r>
          </w:p>
        </w:tc>
        <w:tc>
          <w:tcPr>
            <w:tcW w:w="517" w:type="dxa"/>
            <w:vAlign w:val="bottom"/>
          </w:tcPr>
          <w:p w14:paraId="745805A4" w14:textId="5310B80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6FDD52B9" w14:textId="44B6F99D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570" w:type="dxa"/>
            <w:vAlign w:val="bottom"/>
          </w:tcPr>
          <w:p w14:paraId="18BB7494" w14:textId="61666AD4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610" w:type="dxa"/>
            <w:vAlign w:val="bottom"/>
          </w:tcPr>
          <w:p w14:paraId="6A73FE7F" w14:textId="2E7109FC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4" w:type="dxa"/>
            <w:vAlign w:val="bottom"/>
          </w:tcPr>
          <w:p w14:paraId="7EF738D5" w14:textId="1E822EC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B2784F" w:rsidRPr="00B2784F" w14:paraId="30D974A1" w14:textId="77777777" w:rsidTr="0063515B">
        <w:tc>
          <w:tcPr>
            <w:tcW w:w="588" w:type="dxa"/>
            <w:vAlign w:val="bottom"/>
          </w:tcPr>
          <w:p w14:paraId="1FCF93A4" w14:textId="79693756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7" w:type="dxa"/>
            <w:vAlign w:val="bottom"/>
          </w:tcPr>
          <w:p w14:paraId="795FB10C" w14:textId="4370EA97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67181B95" w14:textId="3A92D307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570" w:type="dxa"/>
            <w:vAlign w:val="bottom"/>
          </w:tcPr>
          <w:p w14:paraId="22E717A5" w14:textId="2601D566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C502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15uH/60.84uH,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0.658A/0.329A, 0.576</w:t>
            </w:r>
            <w:r w:rsidR="00C5022A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OHM/2.31</w:t>
            </w:r>
            <w:r w:rsidR="00C5022A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610" w:type="dxa"/>
            <w:vAlign w:val="bottom"/>
          </w:tcPr>
          <w:p w14:paraId="1682D9BA" w14:textId="4198CC3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EATON</w:t>
            </w:r>
          </w:p>
        </w:tc>
        <w:tc>
          <w:tcPr>
            <w:tcW w:w="1894" w:type="dxa"/>
            <w:vAlign w:val="bottom"/>
          </w:tcPr>
          <w:p w14:paraId="34E784AB" w14:textId="0349E8A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SDQ12-150-R</w:t>
            </w:r>
          </w:p>
        </w:tc>
      </w:tr>
      <w:tr w:rsidR="00B2784F" w:rsidRPr="00B2784F" w14:paraId="6E283ABD" w14:textId="77777777" w:rsidTr="0063515B">
        <w:tc>
          <w:tcPr>
            <w:tcW w:w="588" w:type="dxa"/>
            <w:vAlign w:val="bottom"/>
          </w:tcPr>
          <w:p w14:paraId="215C1C88" w14:textId="547CC831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7" w:type="dxa"/>
            <w:vAlign w:val="bottom"/>
          </w:tcPr>
          <w:p w14:paraId="65BF514A" w14:textId="5DE47AF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779E7373" w14:textId="2DB688F6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570" w:type="dxa"/>
            <w:vAlign w:val="bottom"/>
          </w:tcPr>
          <w:p w14:paraId="14BFEE61" w14:textId="5A57DD9C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610" w:type="dxa"/>
            <w:vAlign w:val="bottom"/>
          </w:tcPr>
          <w:p w14:paraId="2228AC6C" w14:textId="1DDEE7E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4" w:type="dxa"/>
            <w:vAlign w:val="bottom"/>
          </w:tcPr>
          <w:p w14:paraId="0D6B7305" w14:textId="456E3BE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B2784F" w:rsidRPr="00B2784F" w14:paraId="38182819" w14:textId="77777777" w:rsidTr="0063515B">
        <w:tc>
          <w:tcPr>
            <w:tcW w:w="588" w:type="dxa"/>
            <w:vAlign w:val="bottom"/>
          </w:tcPr>
          <w:p w14:paraId="18626025" w14:textId="1D7C4499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7" w:type="dxa"/>
            <w:vAlign w:val="bottom"/>
          </w:tcPr>
          <w:p w14:paraId="110F2C1C" w14:textId="214E6D5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0E1BD849" w14:textId="4EB121E7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570" w:type="dxa"/>
            <w:vAlign w:val="bottom"/>
          </w:tcPr>
          <w:p w14:paraId="5D451F24" w14:textId="1292B41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</w:p>
        </w:tc>
        <w:tc>
          <w:tcPr>
            <w:tcW w:w="1610" w:type="dxa"/>
            <w:vAlign w:val="bottom"/>
          </w:tcPr>
          <w:p w14:paraId="3FC891E1" w14:textId="0B73F3F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1894" w:type="dxa"/>
            <w:vAlign w:val="bottom"/>
          </w:tcPr>
          <w:p w14:paraId="0C912A80" w14:textId="30FC2D5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B2784F" w:rsidRPr="00B2784F" w14:paraId="0E664D90" w14:textId="77777777" w:rsidTr="0063515B">
        <w:tc>
          <w:tcPr>
            <w:tcW w:w="588" w:type="dxa"/>
            <w:vAlign w:val="bottom"/>
          </w:tcPr>
          <w:p w14:paraId="11C71862" w14:textId="65048B94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7" w:type="dxa"/>
            <w:vAlign w:val="bottom"/>
          </w:tcPr>
          <w:p w14:paraId="1DFF1E27" w14:textId="58C45B25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5F347AA2" w14:textId="7C6E8144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570" w:type="dxa"/>
            <w:vAlign w:val="bottom"/>
          </w:tcPr>
          <w:p w14:paraId="7B518917" w14:textId="0117FCDD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4719BD">
              <w:rPr>
                <w:rFonts w:ascii="Calibri" w:hAnsi="Calibri" w:cs="Calibri"/>
                <w:color w:val="000000"/>
                <w:sz w:val="18"/>
                <w:szCs w:val="18"/>
              </w:rPr>
              <w:t>10-OHM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4719BD">
              <w:rPr>
                <w:rFonts w:ascii="Calibri" w:hAnsi="Calibri" w:cs="Calibri"/>
                <w:color w:val="000000"/>
                <w:sz w:val="18"/>
                <w:szCs w:val="18"/>
              </w:rPr>
              <w:t>0402</w:t>
            </w:r>
          </w:p>
        </w:tc>
        <w:tc>
          <w:tcPr>
            <w:tcW w:w="1610" w:type="dxa"/>
            <w:vAlign w:val="bottom"/>
          </w:tcPr>
          <w:p w14:paraId="02053B4F" w14:textId="7A63438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4" w:type="dxa"/>
            <w:vAlign w:val="bottom"/>
          </w:tcPr>
          <w:p w14:paraId="1DC0F43B" w14:textId="5563293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ERJ-2RKF10R0X</w:t>
            </w:r>
          </w:p>
        </w:tc>
      </w:tr>
      <w:tr w:rsidR="00B2784F" w:rsidRPr="00B2784F" w14:paraId="5C39A27C" w14:textId="77777777" w:rsidTr="0063515B">
        <w:tc>
          <w:tcPr>
            <w:tcW w:w="588" w:type="dxa"/>
            <w:vAlign w:val="bottom"/>
          </w:tcPr>
          <w:p w14:paraId="05BA346E" w14:textId="0FB4F952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7" w:type="dxa"/>
            <w:vAlign w:val="bottom"/>
          </w:tcPr>
          <w:p w14:paraId="537A0C64" w14:textId="7FE9866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0C3A4D85" w14:textId="3662128D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570" w:type="dxa"/>
            <w:vAlign w:val="bottom"/>
          </w:tcPr>
          <w:p w14:paraId="33BC9E17" w14:textId="518B9A6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6F2C3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1.5M 1% 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THIN </w:t>
            </w:r>
            <w:r w:rsidR="004719BD">
              <w:rPr>
                <w:rFonts w:ascii="Calibri" w:hAnsi="Calibri" w:cs="Calibri"/>
                <w:color w:val="000000"/>
                <w:sz w:val="18"/>
                <w:szCs w:val="18"/>
              </w:rPr>
              <w:t>FILM 0805</w:t>
            </w:r>
          </w:p>
        </w:tc>
        <w:tc>
          <w:tcPr>
            <w:tcW w:w="1610" w:type="dxa"/>
            <w:vAlign w:val="bottom"/>
          </w:tcPr>
          <w:p w14:paraId="6609A9BA" w14:textId="4D21F14D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TE CONNECTIVITY</w:t>
            </w:r>
          </w:p>
        </w:tc>
        <w:tc>
          <w:tcPr>
            <w:tcW w:w="1894" w:type="dxa"/>
            <w:vAlign w:val="bottom"/>
          </w:tcPr>
          <w:p w14:paraId="1BC12874" w14:textId="5831AE1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CPF0805B1M5E1</w:t>
            </w:r>
          </w:p>
        </w:tc>
      </w:tr>
      <w:tr w:rsidR="00B2784F" w:rsidRPr="00B2784F" w14:paraId="61951592" w14:textId="77777777" w:rsidTr="0063515B">
        <w:tc>
          <w:tcPr>
            <w:tcW w:w="588" w:type="dxa"/>
            <w:vAlign w:val="bottom"/>
          </w:tcPr>
          <w:p w14:paraId="2A1B5FAA" w14:textId="624359C0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7" w:type="dxa"/>
            <w:vAlign w:val="bottom"/>
          </w:tcPr>
          <w:p w14:paraId="7731D6D2" w14:textId="3CD66088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4E0B1CDE" w14:textId="6B6E870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570" w:type="dxa"/>
            <w:vAlign w:val="bottom"/>
          </w:tcPr>
          <w:p w14:paraId="1B5F3DC1" w14:textId="15C6A3A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6F2C3D">
              <w:rPr>
                <w:rFonts w:ascii="Calibri" w:hAnsi="Calibri" w:cs="Calibri"/>
                <w:color w:val="000000"/>
                <w:sz w:val="18"/>
                <w:szCs w:val="18"/>
              </w:rPr>
              <w:t>0-OHM 1%</w:t>
            </w: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6F2C3D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610" w:type="dxa"/>
            <w:vAlign w:val="bottom"/>
          </w:tcPr>
          <w:p w14:paraId="2FD0C512" w14:textId="2A32E26D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4" w:type="dxa"/>
            <w:vAlign w:val="bottom"/>
          </w:tcPr>
          <w:p w14:paraId="7725009A" w14:textId="04F0E3F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B2784F" w:rsidRPr="00B2784F" w14:paraId="110234A7" w14:textId="77777777" w:rsidTr="0063515B">
        <w:tc>
          <w:tcPr>
            <w:tcW w:w="588" w:type="dxa"/>
            <w:vAlign w:val="bottom"/>
          </w:tcPr>
          <w:p w14:paraId="2F69652C" w14:textId="706EB420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7" w:type="dxa"/>
            <w:vAlign w:val="bottom"/>
          </w:tcPr>
          <w:p w14:paraId="795B085F" w14:textId="07421AF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4" w:type="dxa"/>
            <w:vAlign w:val="bottom"/>
          </w:tcPr>
          <w:p w14:paraId="345D17FA" w14:textId="0A3E452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R</w:t>
            </w:r>
            <w:proofErr w:type="gramStart"/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4,R</w:t>
            </w:r>
            <w:proofErr w:type="gramEnd"/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6,R7</w:t>
            </w:r>
          </w:p>
        </w:tc>
        <w:tc>
          <w:tcPr>
            <w:tcW w:w="3570" w:type="dxa"/>
            <w:vAlign w:val="bottom"/>
          </w:tcPr>
          <w:p w14:paraId="726DA836" w14:textId="0AC6684A" w:rsidR="00B2784F" w:rsidRPr="00B2784F" w:rsidRDefault="00F12404" w:rsidP="00B27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 TBD THICK FILM 0805</w:t>
            </w:r>
          </w:p>
        </w:tc>
        <w:tc>
          <w:tcPr>
            <w:tcW w:w="1610" w:type="dxa"/>
            <w:vAlign w:val="bottom"/>
          </w:tcPr>
          <w:p w14:paraId="73DB0A03" w14:textId="7F111BA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4" w:type="dxa"/>
            <w:vAlign w:val="bottom"/>
          </w:tcPr>
          <w:p w14:paraId="351C1299" w14:textId="2866C111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B2784F" w:rsidRPr="00B2784F" w14:paraId="60BDCCDE" w14:textId="77777777" w:rsidTr="0063515B">
        <w:tc>
          <w:tcPr>
            <w:tcW w:w="588" w:type="dxa"/>
            <w:vAlign w:val="bottom"/>
          </w:tcPr>
          <w:p w14:paraId="1CAA9F92" w14:textId="5F36508F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7" w:type="dxa"/>
            <w:vAlign w:val="bottom"/>
          </w:tcPr>
          <w:p w14:paraId="58B860A8" w14:textId="0E109214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3460E4D9" w14:textId="11EE979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570" w:type="dxa"/>
            <w:vAlign w:val="bottom"/>
          </w:tcPr>
          <w:p w14:paraId="04382E2E" w14:textId="51421651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63515B">
              <w:rPr>
                <w:rFonts w:ascii="Calibri" w:hAnsi="Calibri" w:cs="Calibri"/>
                <w:color w:val="000000"/>
                <w:sz w:val="18"/>
                <w:szCs w:val="18"/>
              </w:rPr>
              <w:t>1M 1% THICK FILM 0805</w:t>
            </w:r>
          </w:p>
        </w:tc>
        <w:tc>
          <w:tcPr>
            <w:tcW w:w="1610" w:type="dxa"/>
            <w:vAlign w:val="bottom"/>
          </w:tcPr>
          <w:p w14:paraId="7A5049EA" w14:textId="19FDC52F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894" w:type="dxa"/>
            <w:vAlign w:val="bottom"/>
          </w:tcPr>
          <w:p w14:paraId="7530807A" w14:textId="09097B7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B2784F" w:rsidRPr="00B2784F" w14:paraId="1004E819" w14:textId="77777777" w:rsidTr="0063515B">
        <w:tc>
          <w:tcPr>
            <w:tcW w:w="588" w:type="dxa"/>
            <w:vAlign w:val="bottom"/>
          </w:tcPr>
          <w:p w14:paraId="6C6946EC" w14:textId="1A2537CE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17" w:type="dxa"/>
            <w:vAlign w:val="bottom"/>
          </w:tcPr>
          <w:p w14:paraId="1DD2C99E" w14:textId="2CC0CCC7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3A8D6BDE" w14:textId="093A7A3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570" w:type="dxa"/>
            <w:vAlign w:val="bottom"/>
          </w:tcPr>
          <w:p w14:paraId="5E7009B3" w14:textId="602F3EE3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IC INVERTING MICROPWR DC/DC CONVERTER</w:t>
            </w:r>
          </w:p>
        </w:tc>
        <w:tc>
          <w:tcPr>
            <w:tcW w:w="1610" w:type="dxa"/>
            <w:vAlign w:val="bottom"/>
          </w:tcPr>
          <w:p w14:paraId="0B310101" w14:textId="70370365" w:rsidR="00B2784F" w:rsidRPr="00B2784F" w:rsidRDefault="0063515B" w:rsidP="00B2784F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94" w:type="dxa"/>
            <w:vAlign w:val="bottom"/>
          </w:tcPr>
          <w:p w14:paraId="72004932" w14:textId="4BD1AF30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LT3483ES6#PBF</w:t>
            </w:r>
          </w:p>
        </w:tc>
      </w:tr>
      <w:tr w:rsidR="00B2784F" w:rsidRPr="00B2784F" w14:paraId="342E5643" w14:textId="77777777" w:rsidTr="0063515B">
        <w:tc>
          <w:tcPr>
            <w:tcW w:w="588" w:type="dxa"/>
            <w:vAlign w:val="bottom"/>
          </w:tcPr>
          <w:p w14:paraId="2748ADF9" w14:textId="7C775BB4" w:rsidR="00B2784F" w:rsidRPr="00B2784F" w:rsidRDefault="00B2784F" w:rsidP="00B278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7" w:type="dxa"/>
            <w:vAlign w:val="bottom"/>
          </w:tcPr>
          <w:p w14:paraId="2A46E759" w14:textId="7B7CBB04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7D261C84" w14:textId="236E405B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570" w:type="dxa"/>
            <w:vAlign w:val="bottom"/>
          </w:tcPr>
          <w:p w14:paraId="3A20F654" w14:textId="56948242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610" w:type="dxa"/>
            <w:vAlign w:val="bottom"/>
          </w:tcPr>
          <w:p w14:paraId="1D96D074" w14:textId="1C2FF189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4" w:type="dxa"/>
            <w:vAlign w:val="bottom"/>
          </w:tcPr>
          <w:p w14:paraId="3DC7C71C" w14:textId="463A980F" w:rsidR="00B2784F" w:rsidRPr="00B2784F" w:rsidRDefault="00B2784F" w:rsidP="00B2784F">
            <w:pPr>
              <w:rPr>
                <w:sz w:val="18"/>
                <w:szCs w:val="18"/>
              </w:rPr>
            </w:pPr>
            <w:r w:rsidRPr="00B2784F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7B5B624E" w14:textId="77777777" w:rsidR="00305C13" w:rsidRDefault="00305C13">
      <w:bookmarkStart w:id="0" w:name="_GoBack"/>
      <w:bookmarkEnd w:id="0"/>
    </w:p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484"/>
    <w:rsid w:val="00012CE8"/>
    <w:rsid w:val="00104D8A"/>
    <w:rsid w:val="00171057"/>
    <w:rsid w:val="00296005"/>
    <w:rsid w:val="00305C13"/>
    <w:rsid w:val="00330065"/>
    <w:rsid w:val="004719BD"/>
    <w:rsid w:val="004C2E5C"/>
    <w:rsid w:val="005F3501"/>
    <w:rsid w:val="0063515B"/>
    <w:rsid w:val="006F2C3D"/>
    <w:rsid w:val="00754F73"/>
    <w:rsid w:val="008007AD"/>
    <w:rsid w:val="00801A6A"/>
    <w:rsid w:val="00820553"/>
    <w:rsid w:val="0082546E"/>
    <w:rsid w:val="00831A91"/>
    <w:rsid w:val="009677CA"/>
    <w:rsid w:val="00A02BE5"/>
    <w:rsid w:val="00AC5922"/>
    <w:rsid w:val="00B11642"/>
    <w:rsid w:val="00B2784F"/>
    <w:rsid w:val="00B90484"/>
    <w:rsid w:val="00BC69A3"/>
    <w:rsid w:val="00BD6330"/>
    <w:rsid w:val="00C26CF5"/>
    <w:rsid w:val="00C33A66"/>
    <w:rsid w:val="00C47A63"/>
    <w:rsid w:val="00C5022A"/>
    <w:rsid w:val="00C71C60"/>
    <w:rsid w:val="00CA6D7C"/>
    <w:rsid w:val="00CB52D3"/>
    <w:rsid w:val="00D313C7"/>
    <w:rsid w:val="00E14A65"/>
    <w:rsid w:val="00E311D6"/>
    <w:rsid w:val="00F12404"/>
    <w:rsid w:val="00FF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52E0A"/>
  <w15:chartTrackingRefBased/>
  <w15:docId w15:val="{DA6E5210-3A3B-4F28-8D90-2BEF43A7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nalog%20Devices,%20Inc\Stokowski,%20Michael%20-%20James%20Staley\SCP\SCP%20Demo%20Board%20Manual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C61E4-C83F-461B-B740-7F9D1C5E7BAA}"/>
</file>

<file path=customXml/itemProps2.xml><?xml version="1.0" encoding="utf-8"?>
<ds:datastoreItem xmlns:ds="http://schemas.openxmlformats.org/officeDocument/2006/customXml" ds:itemID="{2C9F6E41-FC4E-47C3-ABFE-28E9586EE12C}">
  <ds:schemaRefs>
    <ds:schemaRef ds:uri="http://purl.org/dc/terms/"/>
    <ds:schemaRef ds:uri="cc63553a-be06-4f94-a194-a06fe81c5e2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3b55ecd-d0c9-4c1e-9264-0c0a9032ba2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44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14</cp:revision>
  <dcterms:created xsi:type="dcterms:W3CDTF">2020-04-15T03:31:00Z</dcterms:created>
  <dcterms:modified xsi:type="dcterms:W3CDTF">2020-04-15T04:15:00Z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