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68" w:type="dxa"/>
        <w:tblLook w:val="04A0" w:firstRow="1" w:lastRow="0" w:firstColumn="1" w:lastColumn="0" w:noHBand="0" w:noVBand="1"/>
      </w:tblPr>
      <w:tblGrid>
        <w:gridCol w:w="677"/>
        <w:gridCol w:w="607"/>
        <w:gridCol w:w="1187"/>
        <w:gridCol w:w="3400"/>
        <w:gridCol w:w="1592"/>
        <w:gridCol w:w="2105"/>
      </w:tblGrid>
      <w:tr w:rsidR="00330065" w:rsidRPr="00D313C7" w14:paraId="133C09F4" w14:textId="77777777" w:rsidTr="0023121F">
        <w:tc>
          <w:tcPr>
            <w:tcW w:w="677" w:type="dxa"/>
            <w:vAlign w:val="bottom"/>
          </w:tcPr>
          <w:p w14:paraId="660498B3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5962EAEF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QTY</w:t>
            </w:r>
          </w:p>
        </w:tc>
        <w:tc>
          <w:tcPr>
            <w:tcW w:w="1187" w:type="dxa"/>
            <w:vAlign w:val="bottom"/>
          </w:tcPr>
          <w:p w14:paraId="42DBBFD8" w14:textId="77777777" w:rsidR="004C2E5C" w:rsidRPr="00D313C7" w:rsidRDefault="00C71C60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REFERE</w:t>
            </w:r>
            <w:r w:rsidR="00E14A65">
              <w:rPr>
                <w:rFonts w:ascii="Linear Helv Cond" w:hAnsi="Linear Helv Cond"/>
                <w:b/>
                <w:bCs/>
                <w:sz w:val="18"/>
                <w:szCs w:val="18"/>
              </w:rPr>
              <w:t>NCE</w:t>
            </w:r>
          </w:p>
        </w:tc>
        <w:tc>
          <w:tcPr>
            <w:tcW w:w="3400" w:type="dxa"/>
            <w:vAlign w:val="bottom"/>
          </w:tcPr>
          <w:p w14:paraId="035BA654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DESCRIPTION</w:t>
            </w:r>
          </w:p>
        </w:tc>
        <w:tc>
          <w:tcPr>
            <w:tcW w:w="1592" w:type="dxa"/>
            <w:vAlign w:val="bottom"/>
          </w:tcPr>
          <w:p w14:paraId="6E08845C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MANUFACTURER</w:t>
            </w:r>
          </w:p>
        </w:tc>
        <w:tc>
          <w:tcPr>
            <w:tcW w:w="2105" w:type="dxa"/>
            <w:vAlign w:val="bottom"/>
          </w:tcPr>
          <w:p w14:paraId="57CA9ED4" w14:textId="77777777" w:rsidR="004C2E5C" w:rsidRPr="00D313C7" w:rsidRDefault="00E14A65" w:rsidP="004C2E5C">
            <w:pPr>
              <w:rPr>
                <w:rFonts w:ascii="Linear Helv Cond" w:hAnsi="Linear Helv Cond"/>
                <w:b/>
                <w:bCs/>
                <w:sz w:val="18"/>
                <w:szCs w:val="18"/>
              </w:rPr>
            </w:pPr>
            <w:r>
              <w:rPr>
                <w:rFonts w:ascii="Linear Helv Cond" w:hAnsi="Linear Helv Cond"/>
                <w:b/>
                <w:bCs/>
                <w:sz w:val="18"/>
                <w:szCs w:val="18"/>
              </w:rPr>
              <w:t>PART NUMBER</w:t>
            </w:r>
          </w:p>
        </w:tc>
      </w:tr>
      <w:tr w:rsidR="00D806B3" w:rsidRPr="0014308B" w14:paraId="5FEE565E" w14:textId="77777777" w:rsidTr="0023121F">
        <w:tc>
          <w:tcPr>
            <w:tcW w:w="677" w:type="dxa"/>
            <w:vAlign w:val="bottom"/>
          </w:tcPr>
          <w:p w14:paraId="01568E71" w14:textId="0C1E0D1F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70A32C63" w14:textId="2588CD54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EEAB9AB" w14:textId="602B3104" w:rsidR="00D806B3" w:rsidRPr="0014308B" w:rsidRDefault="0023121F" w:rsidP="00D80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PCB</w:t>
            </w:r>
          </w:p>
        </w:tc>
        <w:tc>
          <w:tcPr>
            <w:tcW w:w="3400" w:type="dxa"/>
            <w:vAlign w:val="bottom"/>
          </w:tcPr>
          <w:p w14:paraId="4DE1A31F" w14:textId="25978B5E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592" w:type="dxa"/>
            <w:vAlign w:val="bottom"/>
          </w:tcPr>
          <w:p w14:paraId="643BB978" w14:textId="26223223" w:rsidR="00D806B3" w:rsidRPr="0014308B" w:rsidRDefault="00A122CE" w:rsidP="00D806B3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2105" w:type="dxa"/>
            <w:vAlign w:val="bottom"/>
          </w:tcPr>
          <w:p w14:paraId="62472F4C" w14:textId="645FAABB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08_051362b</w:t>
            </w:r>
          </w:p>
        </w:tc>
      </w:tr>
      <w:tr w:rsidR="00D806B3" w:rsidRPr="0014308B" w14:paraId="11A980A3" w14:textId="77777777" w:rsidTr="0023121F">
        <w:tc>
          <w:tcPr>
            <w:tcW w:w="677" w:type="dxa"/>
            <w:vAlign w:val="bottom"/>
          </w:tcPr>
          <w:p w14:paraId="5574333B" w14:textId="77EA1FE5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65DE4B87" w14:textId="0C39DF05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C0465DE" w14:textId="76CCB439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400" w:type="dxa"/>
            <w:vAlign w:val="bottom"/>
          </w:tcPr>
          <w:p w14:paraId="6FC4B7BC" w14:textId="63A1486C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CAP 0.1</w:t>
            </w:r>
            <w:r w:rsidR="006E0F49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6E0F49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X7R 0603</w:t>
            </w:r>
          </w:p>
        </w:tc>
        <w:tc>
          <w:tcPr>
            <w:tcW w:w="1592" w:type="dxa"/>
            <w:vAlign w:val="bottom"/>
          </w:tcPr>
          <w:p w14:paraId="68C98913" w14:textId="09E49FEB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05" w:type="dxa"/>
            <w:vAlign w:val="bottom"/>
          </w:tcPr>
          <w:p w14:paraId="169C9FC2" w14:textId="0A9CD297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CL10B104KB8NNNC</w:t>
            </w:r>
          </w:p>
        </w:tc>
      </w:tr>
      <w:tr w:rsidR="00D806B3" w:rsidRPr="0014308B" w14:paraId="239C0B29" w14:textId="77777777" w:rsidTr="0023121F">
        <w:tc>
          <w:tcPr>
            <w:tcW w:w="677" w:type="dxa"/>
            <w:vAlign w:val="bottom"/>
          </w:tcPr>
          <w:p w14:paraId="2EB8B8AB" w14:textId="6BD698E3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7F914E96" w14:textId="232D6B94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480C1DD" w14:textId="262AE34C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C2</w:t>
            </w:r>
          </w:p>
        </w:tc>
        <w:tc>
          <w:tcPr>
            <w:tcW w:w="3400" w:type="dxa"/>
            <w:vAlign w:val="bottom"/>
          </w:tcPr>
          <w:p w14:paraId="5A99E804" w14:textId="5FFF0FA0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C00A2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2.2uF </w:t>
            </w: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CER X5R</w:t>
            </w:r>
            <w:r w:rsidR="00C00A2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0603</w:t>
            </w:r>
          </w:p>
        </w:tc>
        <w:tc>
          <w:tcPr>
            <w:tcW w:w="1592" w:type="dxa"/>
            <w:vAlign w:val="bottom"/>
          </w:tcPr>
          <w:p w14:paraId="5D66CC26" w14:textId="22D7BB30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MURATA</w:t>
            </w:r>
          </w:p>
        </w:tc>
        <w:tc>
          <w:tcPr>
            <w:tcW w:w="2105" w:type="dxa"/>
            <w:vAlign w:val="bottom"/>
          </w:tcPr>
          <w:p w14:paraId="4BB2C0D2" w14:textId="3D4792F1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GRM188R61E225KA12D</w:t>
            </w:r>
          </w:p>
        </w:tc>
      </w:tr>
      <w:tr w:rsidR="00D806B3" w:rsidRPr="0014308B" w14:paraId="04241E45" w14:textId="77777777" w:rsidTr="0023121F">
        <w:tc>
          <w:tcPr>
            <w:tcW w:w="677" w:type="dxa"/>
            <w:vAlign w:val="bottom"/>
          </w:tcPr>
          <w:p w14:paraId="3464F9B0" w14:textId="22B430AE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20CBADF4" w14:textId="2084DF6A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40DD3B63" w14:textId="565EA65C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C3</w:t>
            </w:r>
          </w:p>
        </w:tc>
        <w:tc>
          <w:tcPr>
            <w:tcW w:w="3400" w:type="dxa"/>
            <w:vAlign w:val="bottom"/>
          </w:tcPr>
          <w:p w14:paraId="023C2554" w14:textId="189040BC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CAP 1</w:t>
            </w:r>
            <w:r w:rsidR="00C00A2B">
              <w:rPr>
                <w:rFonts w:ascii="Calibri" w:hAnsi="Calibri" w:cs="Calibri"/>
                <w:color w:val="000000"/>
                <w:sz w:val="18"/>
                <w:szCs w:val="18"/>
              </w:rPr>
              <w:t>u</w:t>
            </w: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F 50V </w:t>
            </w:r>
            <w:r w:rsidR="004C282C">
              <w:rPr>
                <w:rFonts w:ascii="Calibri" w:hAnsi="Calibri" w:cs="Calibri"/>
                <w:color w:val="000000"/>
                <w:sz w:val="18"/>
                <w:szCs w:val="18"/>
              </w:rPr>
              <w:t>CER</w:t>
            </w: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X5R 0603</w:t>
            </w:r>
          </w:p>
        </w:tc>
        <w:tc>
          <w:tcPr>
            <w:tcW w:w="1592" w:type="dxa"/>
            <w:vAlign w:val="bottom"/>
          </w:tcPr>
          <w:p w14:paraId="5870AB41" w14:textId="4934D87C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05" w:type="dxa"/>
            <w:vAlign w:val="bottom"/>
          </w:tcPr>
          <w:p w14:paraId="7566CF1A" w14:textId="7DDD0834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CL10A105KB8NNNC</w:t>
            </w:r>
          </w:p>
        </w:tc>
      </w:tr>
      <w:tr w:rsidR="00D806B3" w:rsidRPr="0014308B" w14:paraId="3E87252C" w14:textId="77777777" w:rsidTr="0023121F">
        <w:tc>
          <w:tcPr>
            <w:tcW w:w="677" w:type="dxa"/>
            <w:vAlign w:val="bottom"/>
          </w:tcPr>
          <w:p w14:paraId="78AA006C" w14:textId="75BC528F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2CDF3AC1" w14:textId="247BA666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ADDB9FC" w14:textId="082109C4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C4</w:t>
            </w:r>
          </w:p>
        </w:tc>
        <w:tc>
          <w:tcPr>
            <w:tcW w:w="3400" w:type="dxa"/>
            <w:vAlign w:val="bottom"/>
          </w:tcPr>
          <w:p w14:paraId="7734B10A" w14:textId="642E8A83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</w:t>
            </w:r>
            <w:r w:rsidR="007D6A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0.1uF 16V </w:t>
            </w: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CER X7R</w:t>
            </w:r>
            <w:r w:rsidR="007D6A7C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0402</w:t>
            </w:r>
          </w:p>
        </w:tc>
        <w:tc>
          <w:tcPr>
            <w:tcW w:w="1592" w:type="dxa"/>
            <w:vAlign w:val="bottom"/>
          </w:tcPr>
          <w:p w14:paraId="3B78CB30" w14:textId="0B61E1CB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KEMET</w:t>
            </w:r>
          </w:p>
        </w:tc>
        <w:tc>
          <w:tcPr>
            <w:tcW w:w="2105" w:type="dxa"/>
            <w:vAlign w:val="bottom"/>
          </w:tcPr>
          <w:p w14:paraId="2417C256" w14:textId="2390BF3C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C0402C104K4RACTU</w:t>
            </w:r>
          </w:p>
        </w:tc>
      </w:tr>
      <w:tr w:rsidR="00D806B3" w:rsidRPr="0014308B" w14:paraId="08E4BC83" w14:textId="77777777" w:rsidTr="0023121F">
        <w:tc>
          <w:tcPr>
            <w:tcW w:w="677" w:type="dxa"/>
            <w:vAlign w:val="bottom"/>
          </w:tcPr>
          <w:p w14:paraId="61A9F135" w14:textId="54B81F80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4F97717E" w14:textId="36AB5612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FE9D68C" w14:textId="76805EB8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400" w:type="dxa"/>
            <w:vAlign w:val="bottom"/>
          </w:tcPr>
          <w:p w14:paraId="48D8A8A7" w14:textId="067C2895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592" w:type="dxa"/>
            <w:vAlign w:val="bottom"/>
          </w:tcPr>
          <w:p w14:paraId="3ACAE8CF" w14:textId="451FECEE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05" w:type="dxa"/>
            <w:vAlign w:val="bottom"/>
          </w:tcPr>
          <w:p w14:paraId="15521462" w14:textId="03051C85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D806B3" w:rsidRPr="0014308B" w14:paraId="2C0AA7F2" w14:textId="77777777" w:rsidTr="0023121F">
        <w:tc>
          <w:tcPr>
            <w:tcW w:w="677" w:type="dxa"/>
            <w:vAlign w:val="bottom"/>
          </w:tcPr>
          <w:p w14:paraId="4A2096F3" w14:textId="369D4C8A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5F4BCC4E" w14:textId="6611C129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9E9B8FB" w14:textId="35BEB3BA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L1</w:t>
            </w:r>
          </w:p>
        </w:tc>
        <w:tc>
          <w:tcPr>
            <w:tcW w:w="3400" w:type="dxa"/>
            <w:vAlign w:val="bottom"/>
          </w:tcPr>
          <w:p w14:paraId="166A5D90" w14:textId="0B95C273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IND </w:t>
            </w:r>
            <w:r w:rsidR="007D6A7C">
              <w:rPr>
                <w:rFonts w:ascii="Calibri" w:hAnsi="Calibri" w:cs="Calibri"/>
                <w:color w:val="000000"/>
                <w:sz w:val="18"/>
                <w:szCs w:val="18"/>
              </w:rPr>
              <w:t>100uH 0.17A</w:t>
            </w: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9.27</w:t>
            </w:r>
            <w:r w:rsidR="0023121F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OHM</w:t>
            </w:r>
          </w:p>
        </w:tc>
        <w:tc>
          <w:tcPr>
            <w:tcW w:w="1592" w:type="dxa"/>
            <w:vAlign w:val="bottom"/>
          </w:tcPr>
          <w:p w14:paraId="099411D7" w14:textId="74D14B89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COILCRAFT INC.</w:t>
            </w:r>
          </w:p>
        </w:tc>
        <w:tc>
          <w:tcPr>
            <w:tcW w:w="2105" w:type="dxa"/>
            <w:vAlign w:val="bottom"/>
          </w:tcPr>
          <w:p w14:paraId="107D253F" w14:textId="7623C4DF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XPL2010-104MLB</w:t>
            </w:r>
          </w:p>
        </w:tc>
      </w:tr>
      <w:tr w:rsidR="00D806B3" w:rsidRPr="0014308B" w14:paraId="0595A5F8" w14:textId="77777777" w:rsidTr="0023121F">
        <w:tc>
          <w:tcPr>
            <w:tcW w:w="677" w:type="dxa"/>
            <w:vAlign w:val="bottom"/>
          </w:tcPr>
          <w:p w14:paraId="2FD9C263" w14:textId="4B8E1835" w:rsidR="00D806B3" w:rsidRPr="0014308B" w:rsidRDefault="00D806B3" w:rsidP="00D806B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500310C7" w14:textId="522C2CD1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0A780B4" w14:textId="7001BC36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OUTPUT</w:t>
            </w:r>
          </w:p>
        </w:tc>
        <w:tc>
          <w:tcPr>
            <w:tcW w:w="3400" w:type="dxa"/>
            <w:vAlign w:val="bottom"/>
          </w:tcPr>
          <w:p w14:paraId="55014E22" w14:textId="5B66EE50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592" w:type="dxa"/>
            <w:vAlign w:val="bottom"/>
          </w:tcPr>
          <w:p w14:paraId="2E1F58E7" w14:textId="1C4BC840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05" w:type="dxa"/>
            <w:vAlign w:val="bottom"/>
          </w:tcPr>
          <w:p w14:paraId="03A254A3" w14:textId="5544A5CF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D806B3" w:rsidRPr="0014308B" w14:paraId="2A93CA9F" w14:textId="77777777" w:rsidTr="0023121F">
        <w:tc>
          <w:tcPr>
            <w:tcW w:w="677" w:type="dxa"/>
            <w:vAlign w:val="bottom"/>
          </w:tcPr>
          <w:p w14:paraId="590CC9C6" w14:textId="25438D6F" w:rsidR="00D806B3" w:rsidRPr="0014308B" w:rsidRDefault="00D806B3" w:rsidP="00D806B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5AA590FD" w14:textId="03C02F7D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CB80E82" w14:textId="0D9E5510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400" w:type="dxa"/>
            <w:vAlign w:val="bottom"/>
          </w:tcPr>
          <w:p w14:paraId="5C114779" w14:textId="130D746A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CONN-PCB 3POS HEADER WIRE TO BRD WAFER ASSY STRAIGHT 2MM PITCH</w:t>
            </w:r>
          </w:p>
        </w:tc>
        <w:tc>
          <w:tcPr>
            <w:tcW w:w="1592" w:type="dxa"/>
            <w:vAlign w:val="bottom"/>
          </w:tcPr>
          <w:p w14:paraId="1DEFDA48" w14:textId="224DEDEF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2105" w:type="dxa"/>
            <w:vAlign w:val="bottom"/>
          </w:tcPr>
          <w:p w14:paraId="1595B029" w14:textId="4599DE46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D806B3" w:rsidRPr="0014308B" w14:paraId="19BF6025" w14:textId="77777777" w:rsidTr="0023121F">
        <w:tc>
          <w:tcPr>
            <w:tcW w:w="677" w:type="dxa"/>
            <w:vAlign w:val="bottom"/>
          </w:tcPr>
          <w:p w14:paraId="02D0F24F" w14:textId="2B95AF8C" w:rsidR="00D806B3" w:rsidRPr="0014308B" w:rsidRDefault="00D806B3" w:rsidP="00D806B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24EC6B2F" w14:textId="7EEA6E8D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CD8C38B" w14:textId="0E31FA97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400" w:type="dxa"/>
            <w:vAlign w:val="bottom"/>
          </w:tcPr>
          <w:p w14:paraId="42D27154" w14:textId="636DD6D6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RES</w:t>
            </w:r>
            <w:r w:rsidR="00CC721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546250">
              <w:rPr>
                <w:rFonts w:ascii="Calibri" w:hAnsi="Calibri" w:cs="Calibri"/>
                <w:color w:val="000000"/>
                <w:sz w:val="18"/>
                <w:szCs w:val="18"/>
              </w:rPr>
              <w:t>1M 1% THICK FILM 0805</w:t>
            </w:r>
          </w:p>
        </w:tc>
        <w:tc>
          <w:tcPr>
            <w:tcW w:w="1592" w:type="dxa"/>
            <w:vAlign w:val="bottom"/>
          </w:tcPr>
          <w:p w14:paraId="1E528872" w14:textId="22ADA385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105" w:type="dxa"/>
            <w:vAlign w:val="bottom"/>
          </w:tcPr>
          <w:p w14:paraId="5F494A97" w14:textId="3AF108BC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RC0805JR-071ML</w:t>
            </w:r>
          </w:p>
        </w:tc>
      </w:tr>
      <w:tr w:rsidR="00D806B3" w:rsidRPr="0014308B" w14:paraId="5C0EC88B" w14:textId="77777777" w:rsidTr="0023121F">
        <w:tc>
          <w:tcPr>
            <w:tcW w:w="677" w:type="dxa"/>
            <w:vAlign w:val="bottom"/>
          </w:tcPr>
          <w:p w14:paraId="5DD82463" w14:textId="287C47A1" w:rsidR="00D806B3" w:rsidRPr="0014308B" w:rsidRDefault="00D806B3" w:rsidP="00D806B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" w:type="dxa"/>
            <w:vAlign w:val="bottom"/>
          </w:tcPr>
          <w:p w14:paraId="47F8C59A" w14:textId="02A01482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DC18468" w14:textId="2E673A0A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R2</w:t>
            </w:r>
          </w:p>
        </w:tc>
        <w:tc>
          <w:tcPr>
            <w:tcW w:w="3400" w:type="dxa"/>
            <w:vAlign w:val="bottom"/>
          </w:tcPr>
          <w:p w14:paraId="74014CFD" w14:textId="3C81A7EE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RES 604K</w:t>
            </w:r>
            <w:r w:rsidR="0054625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1% THICK FILM</w:t>
            </w: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0805</w:t>
            </w:r>
          </w:p>
        </w:tc>
        <w:tc>
          <w:tcPr>
            <w:tcW w:w="1592" w:type="dxa"/>
            <w:vAlign w:val="bottom"/>
          </w:tcPr>
          <w:p w14:paraId="70F3837D" w14:textId="7A66F9E8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105" w:type="dxa"/>
            <w:vAlign w:val="bottom"/>
          </w:tcPr>
          <w:p w14:paraId="49083CBC" w14:textId="4BE8DDF3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RC0805FR-07604KL</w:t>
            </w:r>
          </w:p>
        </w:tc>
      </w:tr>
      <w:tr w:rsidR="00D806B3" w:rsidRPr="0014308B" w14:paraId="1EA9C132" w14:textId="77777777" w:rsidTr="0023121F">
        <w:tc>
          <w:tcPr>
            <w:tcW w:w="677" w:type="dxa"/>
            <w:vAlign w:val="bottom"/>
          </w:tcPr>
          <w:p w14:paraId="3E306AF1" w14:textId="42D4C70D" w:rsidR="00D806B3" w:rsidRPr="0014308B" w:rsidRDefault="00D806B3" w:rsidP="00D806B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" w:type="dxa"/>
            <w:vAlign w:val="bottom"/>
          </w:tcPr>
          <w:p w14:paraId="62836F59" w14:textId="523F6750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7539454" w14:textId="492A5A8A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R3</w:t>
            </w:r>
          </w:p>
        </w:tc>
        <w:tc>
          <w:tcPr>
            <w:tcW w:w="3400" w:type="dxa"/>
            <w:vAlign w:val="bottom"/>
          </w:tcPr>
          <w:p w14:paraId="0C6E430B" w14:textId="46645624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5E5D24">
              <w:rPr>
                <w:rFonts w:ascii="Calibri" w:hAnsi="Calibri" w:cs="Calibri"/>
                <w:color w:val="000000"/>
                <w:sz w:val="18"/>
                <w:szCs w:val="18"/>
              </w:rPr>
              <w:t>412K 1% THICK FILM 0805</w:t>
            </w:r>
          </w:p>
        </w:tc>
        <w:tc>
          <w:tcPr>
            <w:tcW w:w="1592" w:type="dxa"/>
            <w:vAlign w:val="bottom"/>
          </w:tcPr>
          <w:p w14:paraId="7D0EBF61" w14:textId="5B8E3C41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05" w:type="dxa"/>
            <w:vAlign w:val="bottom"/>
          </w:tcPr>
          <w:p w14:paraId="39D0E9E5" w14:textId="3F97A252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ERJ-6ENF4123V</w:t>
            </w:r>
          </w:p>
        </w:tc>
      </w:tr>
      <w:tr w:rsidR="00D806B3" w:rsidRPr="0014308B" w14:paraId="0991CEA9" w14:textId="77777777" w:rsidTr="0023121F">
        <w:tc>
          <w:tcPr>
            <w:tcW w:w="677" w:type="dxa"/>
            <w:vAlign w:val="bottom"/>
          </w:tcPr>
          <w:p w14:paraId="71656E2F" w14:textId="77E51636" w:rsidR="00D806B3" w:rsidRPr="0014308B" w:rsidRDefault="00D806B3" w:rsidP="00D806B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" w:type="dxa"/>
            <w:vAlign w:val="bottom"/>
          </w:tcPr>
          <w:p w14:paraId="5B40E4CD" w14:textId="656B48B8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39683AF" w14:textId="78E02FDA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R4</w:t>
            </w:r>
          </w:p>
        </w:tc>
        <w:tc>
          <w:tcPr>
            <w:tcW w:w="3400" w:type="dxa"/>
            <w:vAlign w:val="bottom"/>
          </w:tcPr>
          <w:p w14:paraId="2046AA0A" w14:textId="450027A2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4A3B0C">
              <w:rPr>
                <w:rFonts w:ascii="Calibri" w:hAnsi="Calibri" w:cs="Calibri"/>
                <w:color w:val="000000"/>
                <w:sz w:val="18"/>
                <w:szCs w:val="18"/>
              </w:rPr>
              <w:t>0-OHM 1% THICK FILM 0805</w:t>
            </w:r>
          </w:p>
        </w:tc>
        <w:tc>
          <w:tcPr>
            <w:tcW w:w="1592" w:type="dxa"/>
            <w:vAlign w:val="bottom"/>
          </w:tcPr>
          <w:p w14:paraId="51F616D3" w14:textId="7AAA76EE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05" w:type="dxa"/>
            <w:vAlign w:val="bottom"/>
          </w:tcPr>
          <w:p w14:paraId="68D68AA5" w14:textId="373B04F9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D806B3" w:rsidRPr="0014308B" w14:paraId="5E51115B" w14:textId="77777777" w:rsidTr="0023121F">
        <w:tc>
          <w:tcPr>
            <w:tcW w:w="677" w:type="dxa"/>
            <w:vAlign w:val="bottom"/>
          </w:tcPr>
          <w:p w14:paraId="39B1E065" w14:textId="2A920350" w:rsidR="00D806B3" w:rsidRPr="0014308B" w:rsidRDefault="00D806B3" w:rsidP="00D806B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7" w:type="dxa"/>
            <w:vAlign w:val="bottom"/>
          </w:tcPr>
          <w:p w14:paraId="77FA429A" w14:textId="5FD1B7D3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56DA0BD3" w14:textId="4B98C896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R5</w:t>
            </w:r>
          </w:p>
        </w:tc>
        <w:tc>
          <w:tcPr>
            <w:tcW w:w="3400" w:type="dxa"/>
            <w:vAlign w:val="bottom"/>
          </w:tcPr>
          <w:p w14:paraId="06047D7D" w14:textId="4849B7DB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RES </w:t>
            </w:r>
            <w:r w:rsidR="00A94B7D">
              <w:rPr>
                <w:rFonts w:ascii="Calibri" w:hAnsi="Calibri" w:cs="Calibri"/>
                <w:color w:val="000000"/>
                <w:sz w:val="18"/>
                <w:szCs w:val="18"/>
              </w:rPr>
              <w:t>100K 1% THICK FILM 0805</w:t>
            </w:r>
            <w:bookmarkStart w:id="0" w:name="_GoBack"/>
            <w:bookmarkEnd w:id="0"/>
          </w:p>
        </w:tc>
        <w:tc>
          <w:tcPr>
            <w:tcW w:w="1592" w:type="dxa"/>
            <w:vAlign w:val="bottom"/>
          </w:tcPr>
          <w:p w14:paraId="754EE419" w14:textId="78A1892F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05" w:type="dxa"/>
            <w:vAlign w:val="bottom"/>
          </w:tcPr>
          <w:p w14:paraId="6E917C0E" w14:textId="6E3A8E7C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ERJ-6ENF1003V</w:t>
            </w:r>
          </w:p>
        </w:tc>
      </w:tr>
      <w:tr w:rsidR="00D806B3" w:rsidRPr="0014308B" w14:paraId="2031754A" w14:textId="77777777" w:rsidTr="0023121F">
        <w:tc>
          <w:tcPr>
            <w:tcW w:w="677" w:type="dxa"/>
            <w:vAlign w:val="bottom"/>
          </w:tcPr>
          <w:p w14:paraId="6713BC07" w14:textId="3E95EAE8" w:rsidR="00D806B3" w:rsidRPr="0014308B" w:rsidRDefault="00D806B3" w:rsidP="00D806B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bottom"/>
          </w:tcPr>
          <w:p w14:paraId="7B214EED" w14:textId="0B85F299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47DDDA00" w14:textId="3F540F37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400" w:type="dxa"/>
            <w:vAlign w:val="bottom"/>
          </w:tcPr>
          <w:p w14:paraId="25010E3D" w14:textId="7AB64FAF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IC ULTRALOW POWER BOOST CONVERTER WITH OUTPUT DISCONNECT</w:t>
            </w:r>
          </w:p>
        </w:tc>
        <w:tc>
          <w:tcPr>
            <w:tcW w:w="1592" w:type="dxa"/>
            <w:vAlign w:val="bottom"/>
          </w:tcPr>
          <w:p w14:paraId="348C04A4" w14:textId="45388C7F" w:rsidR="00D806B3" w:rsidRPr="0014308B" w:rsidRDefault="00A122CE" w:rsidP="00D806B3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2105" w:type="dxa"/>
            <w:vAlign w:val="bottom"/>
          </w:tcPr>
          <w:p w14:paraId="7A9AD02E" w14:textId="57791691" w:rsidR="00D806B3" w:rsidRPr="0014308B" w:rsidRDefault="00D806B3" w:rsidP="00D806B3">
            <w:pPr>
              <w:rPr>
                <w:sz w:val="18"/>
                <w:szCs w:val="18"/>
              </w:rPr>
            </w:pPr>
            <w:r w:rsidRPr="0014308B">
              <w:rPr>
                <w:rFonts w:ascii="Calibri" w:hAnsi="Calibri" w:cs="Calibri"/>
                <w:color w:val="000000"/>
                <w:sz w:val="18"/>
                <w:szCs w:val="18"/>
              </w:rPr>
              <w:t>LT8410EDC#PBF</w:t>
            </w:r>
          </w:p>
        </w:tc>
      </w:tr>
    </w:tbl>
    <w:p w14:paraId="7B806B76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59"/>
    <w:rsid w:val="00012CE8"/>
    <w:rsid w:val="00087CB8"/>
    <w:rsid w:val="0014308B"/>
    <w:rsid w:val="0023121F"/>
    <w:rsid w:val="00296005"/>
    <w:rsid w:val="00305C13"/>
    <w:rsid w:val="00330065"/>
    <w:rsid w:val="004A3B0C"/>
    <w:rsid w:val="004C282C"/>
    <w:rsid w:val="004C2E5C"/>
    <w:rsid w:val="00546250"/>
    <w:rsid w:val="005E5D24"/>
    <w:rsid w:val="005F3501"/>
    <w:rsid w:val="005F3F58"/>
    <w:rsid w:val="006E0F49"/>
    <w:rsid w:val="007D6A7C"/>
    <w:rsid w:val="008007AD"/>
    <w:rsid w:val="00801A6A"/>
    <w:rsid w:val="0082546E"/>
    <w:rsid w:val="009677CA"/>
    <w:rsid w:val="00A02BE5"/>
    <w:rsid w:val="00A122CE"/>
    <w:rsid w:val="00A94B7D"/>
    <w:rsid w:val="00AC5922"/>
    <w:rsid w:val="00B11642"/>
    <w:rsid w:val="00BC69A3"/>
    <w:rsid w:val="00BD6330"/>
    <w:rsid w:val="00C00A2B"/>
    <w:rsid w:val="00C26CF5"/>
    <w:rsid w:val="00C47A63"/>
    <w:rsid w:val="00C71C60"/>
    <w:rsid w:val="00CA6D7C"/>
    <w:rsid w:val="00CB52D3"/>
    <w:rsid w:val="00CC7219"/>
    <w:rsid w:val="00D04B59"/>
    <w:rsid w:val="00D313C7"/>
    <w:rsid w:val="00D806B3"/>
    <w:rsid w:val="00E00C58"/>
    <w:rsid w:val="00E14A65"/>
    <w:rsid w:val="00E311D6"/>
    <w:rsid w:val="00FE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95564"/>
  <w15:chartTrackingRefBased/>
  <w15:docId w15:val="{CF5B1DF3-D669-42A0-9028-929913CC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taley2\Analog%20Devices,%20Inc\Stokowski,%20Michael%20-%20James%20Staley\SCP\SCP%20Demo%20Board%20Manuals\BO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F9FE48-6E79-46A7-8E7F-ABBC82E8ADA5}"/>
</file>

<file path=customXml/itemProps2.xml><?xml version="1.0" encoding="utf-8"?>
<ds:datastoreItem xmlns:ds="http://schemas.openxmlformats.org/officeDocument/2006/customXml" ds:itemID="{2C9F6E41-FC4E-47C3-ABFE-28E9586EE12C}">
  <ds:schemaRefs>
    <ds:schemaRef ds:uri="23b55ecd-d0c9-4c1e-9264-0c0a9032ba2f"/>
    <ds:schemaRef ds:uri="http://purl.org/dc/terms/"/>
    <ds:schemaRef ds:uri="cc63553a-be06-4f94-a194-a06fe81c5e2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BOM</Template>
  <TotalTime>890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18</cp:revision>
  <dcterms:created xsi:type="dcterms:W3CDTF">2020-04-17T00:40:00Z</dcterms:created>
  <dcterms:modified xsi:type="dcterms:W3CDTF">2020-04-17T15:43:00Z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