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677"/>
        <w:gridCol w:w="607"/>
        <w:gridCol w:w="1379"/>
        <w:gridCol w:w="3050"/>
        <w:gridCol w:w="1592"/>
        <w:gridCol w:w="2158"/>
      </w:tblGrid>
      <w:tr w:rsidR="00330065" w:rsidRPr="00D313C7" w14:paraId="7261CACE" w14:textId="77777777" w:rsidTr="00D6442C">
        <w:tc>
          <w:tcPr>
            <w:tcW w:w="677" w:type="dxa"/>
            <w:vAlign w:val="bottom"/>
          </w:tcPr>
          <w:p w14:paraId="49CE823A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1266D1A6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379" w:type="dxa"/>
            <w:vAlign w:val="bottom"/>
          </w:tcPr>
          <w:p w14:paraId="0D859A56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050" w:type="dxa"/>
            <w:vAlign w:val="bottom"/>
          </w:tcPr>
          <w:p w14:paraId="597E7E3A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592" w:type="dxa"/>
            <w:vAlign w:val="bottom"/>
          </w:tcPr>
          <w:p w14:paraId="64BD5E9F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2158" w:type="dxa"/>
            <w:vAlign w:val="bottom"/>
          </w:tcPr>
          <w:p w14:paraId="4FE3D4A6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911E9C" w:rsidRPr="00911E9C" w14:paraId="3AE19C6D" w14:textId="77777777" w:rsidTr="00D6442C">
        <w:tc>
          <w:tcPr>
            <w:tcW w:w="677" w:type="dxa"/>
            <w:vAlign w:val="bottom"/>
          </w:tcPr>
          <w:p w14:paraId="2CAE2D42" w14:textId="1B8D18ED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310B1086" w14:textId="5D60CDA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1085AC77" w14:textId="10A809AE" w:rsidR="00911E9C" w:rsidRPr="00911E9C" w:rsidRDefault="00D6442C" w:rsidP="00911E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PCB</w:t>
            </w:r>
          </w:p>
        </w:tc>
        <w:tc>
          <w:tcPr>
            <w:tcW w:w="3050" w:type="dxa"/>
            <w:vAlign w:val="bottom"/>
          </w:tcPr>
          <w:p w14:paraId="73360527" w14:textId="48986F3D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592" w:type="dxa"/>
            <w:vAlign w:val="bottom"/>
          </w:tcPr>
          <w:p w14:paraId="7A70A4A6" w14:textId="5C1E8716" w:rsidR="00911E9C" w:rsidRPr="00911E9C" w:rsidRDefault="00D6442C" w:rsidP="00911E9C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158" w:type="dxa"/>
            <w:vAlign w:val="bottom"/>
          </w:tcPr>
          <w:p w14:paraId="4E695B55" w14:textId="7B235766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08_059797a</w:t>
            </w:r>
          </w:p>
        </w:tc>
      </w:tr>
      <w:tr w:rsidR="00911E9C" w:rsidRPr="00911E9C" w14:paraId="52EBF29B" w14:textId="77777777" w:rsidTr="00D6442C">
        <w:tc>
          <w:tcPr>
            <w:tcW w:w="677" w:type="dxa"/>
            <w:vAlign w:val="bottom"/>
          </w:tcPr>
          <w:p w14:paraId="7C3AE58C" w14:textId="0F01ECF4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7A8537E6" w14:textId="65BE99B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9" w:type="dxa"/>
            <w:vAlign w:val="bottom"/>
          </w:tcPr>
          <w:p w14:paraId="63BE5F20" w14:textId="4C0C9664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C1,C2</w:t>
            </w:r>
          </w:p>
        </w:tc>
        <w:tc>
          <w:tcPr>
            <w:tcW w:w="3050" w:type="dxa"/>
            <w:vAlign w:val="bottom"/>
          </w:tcPr>
          <w:p w14:paraId="1954301C" w14:textId="19DEE2A0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CAP 68</w:t>
            </w:r>
            <w:r w:rsidR="00076ABB">
              <w:rPr>
                <w:rFonts w:ascii="Calibri" w:hAnsi="Calibri" w:cs="Calibri"/>
                <w:color w:val="000000"/>
                <w:sz w:val="18"/>
                <w:szCs w:val="18"/>
              </w:rPr>
              <w:t>n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16V </w:t>
            </w:r>
            <w:r w:rsidR="00076ABB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0402</w:t>
            </w:r>
          </w:p>
        </w:tc>
        <w:tc>
          <w:tcPr>
            <w:tcW w:w="1592" w:type="dxa"/>
            <w:vAlign w:val="bottom"/>
          </w:tcPr>
          <w:p w14:paraId="4DC661B6" w14:textId="0B89CE8C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58" w:type="dxa"/>
            <w:vAlign w:val="bottom"/>
          </w:tcPr>
          <w:p w14:paraId="4E9F5E28" w14:textId="574A0250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CL05B683KO5NNNC</w:t>
            </w:r>
          </w:p>
        </w:tc>
      </w:tr>
      <w:tr w:rsidR="00911E9C" w:rsidRPr="00911E9C" w14:paraId="58AE4F45" w14:textId="77777777" w:rsidTr="00D6442C">
        <w:tc>
          <w:tcPr>
            <w:tcW w:w="677" w:type="dxa"/>
            <w:vAlign w:val="bottom"/>
          </w:tcPr>
          <w:p w14:paraId="40C7087D" w14:textId="57EC1099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2E9D77A2" w14:textId="5C1C1311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6A033B9E" w14:textId="19F26B2C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C10</w:t>
            </w:r>
          </w:p>
        </w:tc>
        <w:tc>
          <w:tcPr>
            <w:tcW w:w="3050" w:type="dxa"/>
            <w:vAlign w:val="bottom"/>
          </w:tcPr>
          <w:p w14:paraId="19131E54" w14:textId="596E919C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A30F6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10pF 50V 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CER C0G</w:t>
            </w:r>
            <w:r w:rsidR="00877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0402</w:t>
            </w:r>
          </w:p>
        </w:tc>
        <w:tc>
          <w:tcPr>
            <w:tcW w:w="1592" w:type="dxa"/>
            <w:vAlign w:val="bottom"/>
          </w:tcPr>
          <w:p w14:paraId="0D7F2EA5" w14:textId="40C586E2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58" w:type="dxa"/>
            <w:vAlign w:val="bottom"/>
          </w:tcPr>
          <w:p w14:paraId="632D3745" w14:textId="4D479BF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VJ0402A100JXAAP54</w:t>
            </w:r>
          </w:p>
        </w:tc>
      </w:tr>
      <w:tr w:rsidR="00911E9C" w:rsidRPr="00911E9C" w14:paraId="60AD3324" w14:textId="77777777" w:rsidTr="00D6442C">
        <w:tc>
          <w:tcPr>
            <w:tcW w:w="677" w:type="dxa"/>
            <w:vAlign w:val="bottom"/>
          </w:tcPr>
          <w:p w14:paraId="3223F7EA" w14:textId="1645B41F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28EA8A6D" w14:textId="3C144A3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48CD36D6" w14:textId="04063F9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3050" w:type="dxa"/>
            <w:vAlign w:val="bottom"/>
          </w:tcPr>
          <w:p w14:paraId="03BD9546" w14:textId="7E9DD254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877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47nF </w:t>
            </w:r>
            <w:r w:rsidR="00635C5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25V CER </w:t>
            </w:r>
            <w:r w:rsidR="00B94AEC">
              <w:rPr>
                <w:rFonts w:ascii="Calibri" w:hAnsi="Calibri" w:cs="Calibri"/>
                <w:color w:val="000000"/>
                <w:sz w:val="18"/>
                <w:szCs w:val="18"/>
              </w:rPr>
              <w:t>X7R</w:t>
            </w:r>
            <w:r w:rsidR="00635C5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E708F1">
              <w:rPr>
                <w:rFonts w:ascii="Calibri" w:hAnsi="Calibri" w:cs="Calibri"/>
                <w:color w:val="000000"/>
                <w:sz w:val="18"/>
                <w:szCs w:val="18"/>
              </w:rPr>
              <w:t>0402</w:t>
            </w:r>
          </w:p>
        </w:tc>
        <w:tc>
          <w:tcPr>
            <w:tcW w:w="1592" w:type="dxa"/>
            <w:vAlign w:val="bottom"/>
          </w:tcPr>
          <w:p w14:paraId="1B1456A1" w14:textId="74D46484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MURATA</w:t>
            </w:r>
          </w:p>
        </w:tc>
        <w:tc>
          <w:tcPr>
            <w:tcW w:w="2158" w:type="dxa"/>
            <w:vAlign w:val="bottom"/>
          </w:tcPr>
          <w:p w14:paraId="764C1ACD" w14:textId="4F382C73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GCM155R71E473KA55D</w:t>
            </w:r>
          </w:p>
        </w:tc>
      </w:tr>
      <w:tr w:rsidR="00911E9C" w:rsidRPr="00911E9C" w14:paraId="764963D8" w14:textId="77777777" w:rsidTr="00D6442C">
        <w:tc>
          <w:tcPr>
            <w:tcW w:w="677" w:type="dxa"/>
            <w:vAlign w:val="bottom"/>
          </w:tcPr>
          <w:p w14:paraId="6F8FD1E7" w14:textId="0B1BCA61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7B748559" w14:textId="717108E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402CA00B" w14:textId="7EC25E11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C12</w:t>
            </w:r>
          </w:p>
        </w:tc>
        <w:tc>
          <w:tcPr>
            <w:tcW w:w="3050" w:type="dxa"/>
            <w:vAlign w:val="bottom"/>
          </w:tcPr>
          <w:p w14:paraId="0B049174" w14:textId="116C39B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7E29C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1nF </w:t>
            </w:r>
            <w:r w:rsidR="00F567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25V CER X7R </w:t>
            </w:r>
            <w:r w:rsidR="002E0CEE">
              <w:rPr>
                <w:rFonts w:ascii="Calibri" w:hAnsi="Calibri" w:cs="Calibri"/>
                <w:color w:val="000000"/>
                <w:sz w:val="18"/>
                <w:szCs w:val="18"/>
              </w:rPr>
              <w:t>0402</w:t>
            </w:r>
            <w:r w:rsidR="000252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494CBF3F" w14:textId="132102AF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TDK</w:t>
            </w:r>
          </w:p>
        </w:tc>
        <w:tc>
          <w:tcPr>
            <w:tcW w:w="2158" w:type="dxa"/>
            <w:vAlign w:val="bottom"/>
          </w:tcPr>
          <w:p w14:paraId="20519EE4" w14:textId="390E1510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CGJ2B2X7R1E102K050BA</w:t>
            </w:r>
          </w:p>
        </w:tc>
      </w:tr>
      <w:tr w:rsidR="00911E9C" w:rsidRPr="00911E9C" w14:paraId="0ED56BB6" w14:textId="77777777" w:rsidTr="00D6442C">
        <w:tc>
          <w:tcPr>
            <w:tcW w:w="677" w:type="dxa"/>
            <w:vAlign w:val="bottom"/>
          </w:tcPr>
          <w:p w14:paraId="78885F8F" w14:textId="442F98C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22C6E82A" w14:textId="186FAB10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9" w:type="dxa"/>
            <w:vAlign w:val="bottom"/>
          </w:tcPr>
          <w:p w14:paraId="43C5466F" w14:textId="019FA6B2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C4,C13</w:t>
            </w:r>
          </w:p>
        </w:tc>
        <w:tc>
          <w:tcPr>
            <w:tcW w:w="3050" w:type="dxa"/>
            <w:vAlign w:val="bottom"/>
          </w:tcPr>
          <w:p w14:paraId="022BEC7D" w14:textId="4A7A33DA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CAP 22</w:t>
            </w:r>
            <w:r w:rsidR="002E0CEE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25V </w:t>
            </w:r>
            <w:r w:rsidR="002E0CEE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1812</w:t>
            </w:r>
          </w:p>
        </w:tc>
        <w:tc>
          <w:tcPr>
            <w:tcW w:w="1592" w:type="dxa"/>
            <w:vAlign w:val="bottom"/>
          </w:tcPr>
          <w:p w14:paraId="6A1C3AEB" w14:textId="7470A83F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TDK</w:t>
            </w:r>
          </w:p>
        </w:tc>
        <w:tc>
          <w:tcPr>
            <w:tcW w:w="2158" w:type="dxa"/>
            <w:vAlign w:val="bottom"/>
          </w:tcPr>
          <w:p w14:paraId="580D3C76" w14:textId="6C4AE61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C4532X7R1E226M250KC</w:t>
            </w:r>
          </w:p>
        </w:tc>
      </w:tr>
      <w:tr w:rsidR="00911E9C" w:rsidRPr="00911E9C" w14:paraId="45326A97" w14:textId="77777777" w:rsidTr="00D6442C">
        <w:tc>
          <w:tcPr>
            <w:tcW w:w="677" w:type="dxa"/>
            <w:vAlign w:val="bottom"/>
          </w:tcPr>
          <w:p w14:paraId="2C91EDB9" w14:textId="71058E5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7559AC6B" w14:textId="0F02452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9" w:type="dxa"/>
            <w:vAlign w:val="bottom"/>
          </w:tcPr>
          <w:p w14:paraId="0C387963" w14:textId="64CA992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C14,C15</w:t>
            </w:r>
          </w:p>
        </w:tc>
        <w:tc>
          <w:tcPr>
            <w:tcW w:w="3050" w:type="dxa"/>
            <w:vAlign w:val="bottom"/>
          </w:tcPr>
          <w:p w14:paraId="6D958FD2" w14:textId="1E09CE25" w:rsidR="00911E9C" w:rsidRPr="00911E9C" w:rsidRDefault="002E0CEE" w:rsidP="00911E9C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9077A5">
              <w:rPr>
                <w:rFonts w:ascii="Calibri" w:hAnsi="Calibri" w:cs="Calibri"/>
                <w:color w:val="000000"/>
                <w:sz w:val="18"/>
                <w:szCs w:val="18"/>
              </w:rPr>
              <w:t>TBD CER 0402</w:t>
            </w:r>
            <w:r w:rsidR="000252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1DBB68B9" w14:textId="3813184C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58" w:type="dxa"/>
            <w:vAlign w:val="bottom"/>
          </w:tcPr>
          <w:p w14:paraId="39AD3762" w14:textId="6C5559E7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911E9C" w:rsidRPr="00911E9C" w14:paraId="4753DF34" w14:textId="77777777" w:rsidTr="00D6442C">
        <w:tc>
          <w:tcPr>
            <w:tcW w:w="677" w:type="dxa"/>
            <w:vAlign w:val="bottom"/>
          </w:tcPr>
          <w:p w14:paraId="3A300157" w14:textId="7D339831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5EB04251" w14:textId="6524AA4F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2AED03DB" w14:textId="4B6290F6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050" w:type="dxa"/>
            <w:vAlign w:val="bottom"/>
          </w:tcPr>
          <w:p w14:paraId="61B9A7A6" w14:textId="62E9D0B3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49281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4.7uF </w:t>
            </w:r>
            <w:r w:rsidR="005D11D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6.3V 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 w:rsidR="005D11D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592" w:type="dxa"/>
            <w:vAlign w:val="bottom"/>
          </w:tcPr>
          <w:p w14:paraId="2A6162E6" w14:textId="35B5ED7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58" w:type="dxa"/>
            <w:vAlign w:val="bottom"/>
          </w:tcPr>
          <w:p w14:paraId="751BD1FD" w14:textId="76276D16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CL10B475KQ8NQNC</w:t>
            </w:r>
          </w:p>
        </w:tc>
      </w:tr>
      <w:tr w:rsidR="00911E9C" w:rsidRPr="00911E9C" w14:paraId="79A6285F" w14:textId="77777777" w:rsidTr="00D6442C">
        <w:tc>
          <w:tcPr>
            <w:tcW w:w="677" w:type="dxa"/>
            <w:vAlign w:val="bottom"/>
          </w:tcPr>
          <w:p w14:paraId="77A6B750" w14:textId="3F628D4E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51D367B4" w14:textId="4AA6862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363E571B" w14:textId="1F60153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3050" w:type="dxa"/>
            <w:vAlign w:val="bottom"/>
          </w:tcPr>
          <w:p w14:paraId="10A0842C" w14:textId="73FC4652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7E3E1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1uF 25V 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CER X5R</w:t>
            </w:r>
            <w:r w:rsidR="005D11D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592" w:type="dxa"/>
            <w:vAlign w:val="bottom"/>
          </w:tcPr>
          <w:p w14:paraId="78FB4BE5" w14:textId="68A989FF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AVX CORP</w:t>
            </w:r>
          </w:p>
        </w:tc>
        <w:tc>
          <w:tcPr>
            <w:tcW w:w="2158" w:type="dxa"/>
            <w:vAlign w:val="bottom"/>
          </w:tcPr>
          <w:p w14:paraId="5B9B8E12" w14:textId="6190D58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06033D105KAT2A</w:t>
            </w:r>
          </w:p>
        </w:tc>
      </w:tr>
      <w:tr w:rsidR="00911E9C" w:rsidRPr="00911E9C" w14:paraId="0BB7BBB9" w14:textId="77777777" w:rsidTr="00D6442C">
        <w:tc>
          <w:tcPr>
            <w:tcW w:w="677" w:type="dxa"/>
            <w:vAlign w:val="bottom"/>
          </w:tcPr>
          <w:p w14:paraId="7667AA90" w14:textId="42D3CCC4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02073F71" w14:textId="717607E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6B197F88" w14:textId="441AD5B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3050" w:type="dxa"/>
            <w:vAlign w:val="bottom"/>
          </w:tcPr>
          <w:p w14:paraId="4C3E6810" w14:textId="61068C0D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7E3E1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10uF </w:t>
            </w:r>
            <w:r w:rsidR="002A78B3">
              <w:rPr>
                <w:rFonts w:ascii="Calibri" w:hAnsi="Calibri" w:cs="Calibri"/>
                <w:color w:val="000000"/>
                <w:sz w:val="18"/>
                <w:szCs w:val="18"/>
              </w:rPr>
              <w:t>50V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2A78B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X7R</w:t>
            </w:r>
            <w:r w:rsidR="007E3E1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2220</w:t>
            </w:r>
          </w:p>
        </w:tc>
        <w:tc>
          <w:tcPr>
            <w:tcW w:w="1592" w:type="dxa"/>
            <w:vAlign w:val="bottom"/>
          </w:tcPr>
          <w:p w14:paraId="112B0EB3" w14:textId="6A3D34F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TDK</w:t>
            </w:r>
          </w:p>
        </w:tc>
        <w:tc>
          <w:tcPr>
            <w:tcW w:w="2158" w:type="dxa"/>
            <w:vAlign w:val="bottom"/>
          </w:tcPr>
          <w:p w14:paraId="3BDF972F" w14:textId="0C5CBC05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C5750X7R1H106M</w:t>
            </w:r>
          </w:p>
        </w:tc>
      </w:tr>
      <w:tr w:rsidR="00911E9C" w:rsidRPr="00911E9C" w14:paraId="07CE4DE9" w14:textId="77777777" w:rsidTr="00D6442C">
        <w:tc>
          <w:tcPr>
            <w:tcW w:w="677" w:type="dxa"/>
            <w:vAlign w:val="bottom"/>
          </w:tcPr>
          <w:p w14:paraId="22A94CED" w14:textId="52635677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53F8D3B9" w14:textId="581ABC94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0BDF3FD2" w14:textId="5486B00A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3050" w:type="dxa"/>
            <w:vAlign w:val="bottom"/>
          </w:tcPr>
          <w:p w14:paraId="0EA00614" w14:textId="1E988DF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330UF 50V </w:t>
            </w:r>
            <w:r w:rsidR="002A78B3">
              <w:rPr>
                <w:rFonts w:ascii="Calibri" w:hAnsi="Calibri" w:cs="Calibri"/>
                <w:color w:val="000000"/>
                <w:sz w:val="18"/>
                <w:szCs w:val="18"/>
              </w:rPr>
              <w:t>ALUM</w:t>
            </w:r>
            <w:r w:rsidR="00971CE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10.3x10.5</w:t>
            </w:r>
            <w:r w:rsidR="000252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2C15D5E1" w14:textId="4926F6F3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58" w:type="dxa"/>
            <w:vAlign w:val="bottom"/>
          </w:tcPr>
          <w:p w14:paraId="5CBADD72" w14:textId="5CA5B7B9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EEEFT1H331AP</w:t>
            </w:r>
          </w:p>
        </w:tc>
      </w:tr>
      <w:tr w:rsidR="00911E9C" w:rsidRPr="00911E9C" w14:paraId="6AB560B7" w14:textId="77777777" w:rsidTr="00D6442C">
        <w:tc>
          <w:tcPr>
            <w:tcW w:w="677" w:type="dxa"/>
            <w:vAlign w:val="bottom"/>
          </w:tcPr>
          <w:p w14:paraId="108FA1EA" w14:textId="47F8F636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71433F4F" w14:textId="14C15D80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3BE0A778" w14:textId="4E1C5D8D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C8</w:t>
            </w:r>
          </w:p>
        </w:tc>
        <w:tc>
          <w:tcPr>
            <w:tcW w:w="3050" w:type="dxa"/>
            <w:vAlign w:val="bottom"/>
          </w:tcPr>
          <w:p w14:paraId="3485847B" w14:textId="0021B8E4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257AE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1uF 50V 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 w:rsidR="00257AE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1206</w:t>
            </w:r>
          </w:p>
        </w:tc>
        <w:tc>
          <w:tcPr>
            <w:tcW w:w="1592" w:type="dxa"/>
            <w:vAlign w:val="bottom"/>
          </w:tcPr>
          <w:p w14:paraId="01382D04" w14:textId="76DC99B9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AVX</w:t>
            </w:r>
          </w:p>
        </w:tc>
        <w:tc>
          <w:tcPr>
            <w:tcW w:w="2158" w:type="dxa"/>
            <w:vAlign w:val="bottom"/>
          </w:tcPr>
          <w:p w14:paraId="6323AD1F" w14:textId="5C861EFA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12065C105KAT2A</w:t>
            </w:r>
          </w:p>
        </w:tc>
      </w:tr>
      <w:tr w:rsidR="00911E9C" w:rsidRPr="00911E9C" w14:paraId="0F71F355" w14:textId="77777777" w:rsidTr="00D6442C">
        <w:tc>
          <w:tcPr>
            <w:tcW w:w="677" w:type="dxa"/>
            <w:vAlign w:val="bottom"/>
          </w:tcPr>
          <w:p w14:paraId="4B4C4BB5" w14:textId="350A4D6F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490148ED" w14:textId="592CA1E9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515794B2" w14:textId="313DD5F9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3050" w:type="dxa"/>
            <w:vAlign w:val="bottom"/>
          </w:tcPr>
          <w:p w14:paraId="27F06062" w14:textId="0E24017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257AE5">
              <w:rPr>
                <w:rFonts w:ascii="Calibri" w:hAnsi="Calibri" w:cs="Calibri"/>
                <w:color w:val="000000"/>
                <w:sz w:val="18"/>
                <w:szCs w:val="18"/>
              </w:rPr>
              <w:t>4.7n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25V </w:t>
            </w:r>
            <w:r w:rsidR="00257AE5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0402</w:t>
            </w:r>
          </w:p>
        </w:tc>
        <w:tc>
          <w:tcPr>
            <w:tcW w:w="1592" w:type="dxa"/>
            <w:vAlign w:val="bottom"/>
          </w:tcPr>
          <w:p w14:paraId="4BAE62C6" w14:textId="0802390F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58" w:type="dxa"/>
            <w:vAlign w:val="bottom"/>
          </w:tcPr>
          <w:p w14:paraId="7C10113B" w14:textId="205F56C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CL05B472KA5NNNC</w:t>
            </w:r>
          </w:p>
        </w:tc>
      </w:tr>
      <w:tr w:rsidR="00911E9C" w:rsidRPr="00911E9C" w14:paraId="7F13D289" w14:textId="77777777" w:rsidTr="00D6442C">
        <w:tc>
          <w:tcPr>
            <w:tcW w:w="677" w:type="dxa"/>
            <w:vAlign w:val="bottom"/>
          </w:tcPr>
          <w:p w14:paraId="2190B0C3" w14:textId="674970AA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46D9FB1C" w14:textId="204C3A25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33834BF2" w14:textId="2C466C94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D1</w:t>
            </w:r>
          </w:p>
        </w:tc>
        <w:tc>
          <w:tcPr>
            <w:tcW w:w="3050" w:type="dxa"/>
            <w:vAlign w:val="bottom"/>
          </w:tcPr>
          <w:p w14:paraId="4F055689" w14:textId="2027B33D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DIODE SCHOTTKY RECT</w:t>
            </w:r>
            <w:r w:rsidR="007F6BD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1A</w:t>
            </w:r>
          </w:p>
        </w:tc>
        <w:tc>
          <w:tcPr>
            <w:tcW w:w="1592" w:type="dxa"/>
            <w:vAlign w:val="bottom"/>
          </w:tcPr>
          <w:p w14:paraId="1AD59486" w14:textId="2F41E0E7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NXP SEMI</w:t>
            </w:r>
          </w:p>
        </w:tc>
        <w:tc>
          <w:tcPr>
            <w:tcW w:w="2158" w:type="dxa"/>
            <w:vAlign w:val="bottom"/>
          </w:tcPr>
          <w:p w14:paraId="0EAF887D" w14:textId="0491EB97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PMEG2010AEH,115</w:t>
            </w:r>
          </w:p>
        </w:tc>
      </w:tr>
      <w:tr w:rsidR="00911E9C" w:rsidRPr="00911E9C" w14:paraId="30D3AD7D" w14:textId="77777777" w:rsidTr="00D6442C">
        <w:tc>
          <w:tcPr>
            <w:tcW w:w="677" w:type="dxa"/>
            <w:vAlign w:val="bottom"/>
          </w:tcPr>
          <w:p w14:paraId="3680DBA3" w14:textId="077425B1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0876DE73" w14:textId="275F5065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53409A46" w14:textId="24C0294F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D2</w:t>
            </w:r>
          </w:p>
        </w:tc>
        <w:tc>
          <w:tcPr>
            <w:tcW w:w="3050" w:type="dxa"/>
            <w:vAlign w:val="bottom"/>
          </w:tcPr>
          <w:p w14:paraId="706B479E" w14:textId="34D6375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DIO</w:t>
            </w:r>
            <w:r w:rsidR="00257AE5">
              <w:rPr>
                <w:rFonts w:ascii="Calibri" w:hAnsi="Calibri" w:cs="Calibri"/>
                <w:color w:val="000000"/>
                <w:sz w:val="18"/>
                <w:szCs w:val="18"/>
              </w:rPr>
              <w:t>DE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SCHOTTKY RECT 2A</w:t>
            </w:r>
          </w:p>
        </w:tc>
        <w:tc>
          <w:tcPr>
            <w:tcW w:w="1592" w:type="dxa"/>
            <w:vAlign w:val="bottom"/>
          </w:tcPr>
          <w:p w14:paraId="5EA77095" w14:textId="1C807F3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NEXPERIA</w:t>
            </w:r>
          </w:p>
        </w:tc>
        <w:tc>
          <w:tcPr>
            <w:tcW w:w="2158" w:type="dxa"/>
            <w:vAlign w:val="bottom"/>
          </w:tcPr>
          <w:p w14:paraId="5896EB74" w14:textId="6D07AFA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PMEG6020ER</w:t>
            </w:r>
          </w:p>
        </w:tc>
      </w:tr>
      <w:tr w:rsidR="00911E9C" w:rsidRPr="00911E9C" w14:paraId="44BF3101" w14:textId="77777777" w:rsidTr="00D6442C">
        <w:tc>
          <w:tcPr>
            <w:tcW w:w="677" w:type="dxa"/>
            <w:vAlign w:val="bottom"/>
          </w:tcPr>
          <w:p w14:paraId="43B360E9" w14:textId="0DD6BB6A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bottom"/>
          </w:tcPr>
          <w:p w14:paraId="5399B5F1" w14:textId="0E9BF9F4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4AE5BC96" w14:textId="7AFD705F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050" w:type="dxa"/>
            <w:vAlign w:val="bottom"/>
          </w:tcPr>
          <w:p w14:paraId="6A809EC1" w14:textId="7EB85BD8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CONN-PCB MALE HEADER 3POS 2.54MM PITCH R/A</w:t>
            </w:r>
          </w:p>
        </w:tc>
        <w:tc>
          <w:tcPr>
            <w:tcW w:w="1592" w:type="dxa"/>
            <w:vAlign w:val="bottom"/>
          </w:tcPr>
          <w:p w14:paraId="63575144" w14:textId="089D55A6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58" w:type="dxa"/>
            <w:vAlign w:val="bottom"/>
          </w:tcPr>
          <w:p w14:paraId="27D580E9" w14:textId="5AEABBE3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911E9C" w:rsidRPr="00911E9C" w14:paraId="687846F0" w14:textId="77777777" w:rsidTr="00D6442C">
        <w:tc>
          <w:tcPr>
            <w:tcW w:w="677" w:type="dxa"/>
            <w:vAlign w:val="bottom"/>
          </w:tcPr>
          <w:p w14:paraId="75C7BC57" w14:textId="01E08942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7" w:type="dxa"/>
            <w:vAlign w:val="bottom"/>
          </w:tcPr>
          <w:p w14:paraId="0A9152AA" w14:textId="10D0AF27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041CFD62" w14:textId="67CCE0F3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050" w:type="dxa"/>
            <w:vAlign w:val="bottom"/>
          </w:tcPr>
          <w:p w14:paraId="67313FDD" w14:textId="43C1C152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2E44A6">
              <w:rPr>
                <w:rFonts w:ascii="Calibri" w:hAnsi="Calibri" w:cs="Calibri"/>
                <w:color w:val="000000"/>
                <w:sz w:val="18"/>
                <w:szCs w:val="18"/>
              </w:rPr>
              <w:t>6.8uH 6.01A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0.0163</w:t>
            </w:r>
            <w:r w:rsidR="002E44A6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OHM</w:t>
            </w:r>
          </w:p>
        </w:tc>
        <w:tc>
          <w:tcPr>
            <w:tcW w:w="1592" w:type="dxa"/>
            <w:vAlign w:val="bottom"/>
          </w:tcPr>
          <w:p w14:paraId="676BE204" w14:textId="16EB6DAA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COILCRAFT INC.</w:t>
            </w:r>
          </w:p>
        </w:tc>
        <w:tc>
          <w:tcPr>
            <w:tcW w:w="2158" w:type="dxa"/>
            <w:vAlign w:val="bottom"/>
          </w:tcPr>
          <w:p w14:paraId="30CAA066" w14:textId="7A36D70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MSS1048-682NLB</w:t>
            </w:r>
          </w:p>
        </w:tc>
      </w:tr>
      <w:tr w:rsidR="00911E9C" w:rsidRPr="00911E9C" w14:paraId="7D40CF09" w14:textId="77777777" w:rsidTr="00D6442C">
        <w:tc>
          <w:tcPr>
            <w:tcW w:w="677" w:type="dxa"/>
            <w:vAlign w:val="bottom"/>
          </w:tcPr>
          <w:p w14:paraId="694655E1" w14:textId="1DFE61D9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7" w:type="dxa"/>
            <w:vAlign w:val="bottom"/>
          </w:tcPr>
          <w:p w14:paraId="4A5979C5" w14:textId="30DC36C6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65A15D05" w14:textId="39DEAE9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050" w:type="dxa"/>
            <w:vAlign w:val="bottom"/>
          </w:tcPr>
          <w:p w14:paraId="7A7A7C94" w14:textId="749B28A5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592" w:type="dxa"/>
            <w:vAlign w:val="bottom"/>
          </w:tcPr>
          <w:p w14:paraId="480A2BF5" w14:textId="60DADA9D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58" w:type="dxa"/>
            <w:vAlign w:val="bottom"/>
          </w:tcPr>
          <w:p w14:paraId="494528F3" w14:textId="24E4AA33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911E9C" w:rsidRPr="00911E9C" w14:paraId="3407C8C6" w14:textId="77777777" w:rsidTr="00D6442C">
        <w:tc>
          <w:tcPr>
            <w:tcW w:w="677" w:type="dxa"/>
            <w:vAlign w:val="bottom"/>
          </w:tcPr>
          <w:p w14:paraId="3A538787" w14:textId="42FC9681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7" w:type="dxa"/>
            <w:vAlign w:val="bottom"/>
          </w:tcPr>
          <w:p w14:paraId="3183183E" w14:textId="0B2E07F9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0D45BFF8" w14:textId="2EDD5277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050" w:type="dxa"/>
            <w:vAlign w:val="bottom"/>
          </w:tcPr>
          <w:p w14:paraId="47E23E79" w14:textId="67704BD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</w:p>
        </w:tc>
        <w:tc>
          <w:tcPr>
            <w:tcW w:w="1592" w:type="dxa"/>
            <w:vAlign w:val="bottom"/>
          </w:tcPr>
          <w:p w14:paraId="4D837655" w14:textId="47019A4B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2158" w:type="dxa"/>
            <w:vAlign w:val="bottom"/>
          </w:tcPr>
          <w:p w14:paraId="475F7491" w14:textId="73621AE6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911E9C" w:rsidRPr="00911E9C" w14:paraId="06CCA08D" w14:textId="77777777" w:rsidTr="00D6442C">
        <w:tc>
          <w:tcPr>
            <w:tcW w:w="677" w:type="dxa"/>
            <w:vAlign w:val="bottom"/>
          </w:tcPr>
          <w:p w14:paraId="29AE3590" w14:textId="6F26A715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bottom"/>
          </w:tcPr>
          <w:p w14:paraId="1B49A2CA" w14:textId="7FF49E37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72F6F22D" w14:textId="7BB1771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050" w:type="dxa"/>
            <w:vAlign w:val="bottom"/>
          </w:tcPr>
          <w:p w14:paraId="06B59D8A" w14:textId="2A89F331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RES 2M 1</w:t>
            </w:r>
            <w:r w:rsidR="00AA2A14">
              <w:rPr>
                <w:rFonts w:ascii="Calibri" w:hAnsi="Calibri" w:cs="Calibri"/>
                <w:color w:val="000000"/>
                <w:sz w:val="18"/>
                <w:szCs w:val="18"/>
              </w:rPr>
              <w:t>% THICK FILM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00696DE9" w14:textId="2389003F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58" w:type="dxa"/>
            <w:vAlign w:val="bottom"/>
          </w:tcPr>
          <w:p w14:paraId="67AA2EA7" w14:textId="15AEE87C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RC0805FR-072ML</w:t>
            </w:r>
          </w:p>
        </w:tc>
      </w:tr>
      <w:tr w:rsidR="00911E9C" w:rsidRPr="00911E9C" w14:paraId="3E901CCB" w14:textId="77777777" w:rsidTr="00D6442C">
        <w:tc>
          <w:tcPr>
            <w:tcW w:w="677" w:type="dxa"/>
            <w:vAlign w:val="bottom"/>
          </w:tcPr>
          <w:p w14:paraId="733807F4" w14:textId="38E4B0C3" w:rsidR="00911E9C" w:rsidRPr="00911E9C" w:rsidRDefault="00911E9C" w:rsidP="00911E9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7" w:type="dxa"/>
            <w:vAlign w:val="bottom"/>
          </w:tcPr>
          <w:p w14:paraId="47960776" w14:textId="66669E1D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61A92264" w14:textId="6233BC92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R10</w:t>
            </w:r>
          </w:p>
        </w:tc>
        <w:tc>
          <w:tcPr>
            <w:tcW w:w="3050" w:type="dxa"/>
            <w:vAlign w:val="bottom"/>
          </w:tcPr>
          <w:p w14:paraId="30993F14" w14:textId="6587019C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AA2A1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0-OHM 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 w:rsidR="00D15140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0215B990" w14:textId="59DB31EC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58" w:type="dxa"/>
            <w:vAlign w:val="bottom"/>
          </w:tcPr>
          <w:p w14:paraId="167C6DE1" w14:textId="7219AB7E" w:rsidR="00911E9C" w:rsidRPr="00911E9C" w:rsidRDefault="00911E9C" w:rsidP="00911E9C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AA2A14" w:rsidRPr="00911E9C" w14:paraId="1D857D1E" w14:textId="77777777" w:rsidTr="00D6442C">
        <w:tc>
          <w:tcPr>
            <w:tcW w:w="677" w:type="dxa"/>
            <w:vAlign w:val="bottom"/>
          </w:tcPr>
          <w:p w14:paraId="39AD703D" w14:textId="385E047A" w:rsidR="00AA2A14" w:rsidRPr="00911E9C" w:rsidRDefault="00AA2A14" w:rsidP="00AA2A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7" w:type="dxa"/>
            <w:vAlign w:val="bottom"/>
          </w:tcPr>
          <w:p w14:paraId="4DB79B7E" w14:textId="09CC9B60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79" w:type="dxa"/>
            <w:vAlign w:val="bottom"/>
          </w:tcPr>
          <w:p w14:paraId="17D5079E" w14:textId="75D624D9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R6,R9,R11,R12</w:t>
            </w:r>
          </w:p>
        </w:tc>
        <w:tc>
          <w:tcPr>
            <w:tcW w:w="3050" w:type="dxa"/>
            <w:vAlign w:val="bottom"/>
          </w:tcPr>
          <w:p w14:paraId="6291FFE1" w14:textId="4022A184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0-OHM 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 w:rsidR="00D15140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  <w:r w:rsidR="000252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16123F85" w14:textId="49171E0C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58" w:type="dxa"/>
            <w:vAlign w:val="bottom"/>
          </w:tcPr>
          <w:p w14:paraId="551B908E" w14:textId="5DD507CB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AA2A14" w:rsidRPr="00911E9C" w14:paraId="5CF07E5A" w14:textId="77777777" w:rsidTr="00D6442C">
        <w:tc>
          <w:tcPr>
            <w:tcW w:w="677" w:type="dxa"/>
            <w:vAlign w:val="bottom"/>
          </w:tcPr>
          <w:p w14:paraId="251DA019" w14:textId="09DE9BC8" w:rsidR="00AA2A14" w:rsidRPr="00911E9C" w:rsidRDefault="00AA2A14" w:rsidP="00AA2A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07" w:type="dxa"/>
            <w:vAlign w:val="bottom"/>
          </w:tcPr>
          <w:p w14:paraId="7C939B65" w14:textId="09716761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45BD7A5C" w14:textId="335083AE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050" w:type="dxa"/>
            <w:vAlign w:val="bottom"/>
          </w:tcPr>
          <w:p w14:paraId="110C0141" w14:textId="6E839E00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915C6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499K 1% 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 w:rsidR="00D15140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1498C853" w14:textId="16E8A11B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58" w:type="dxa"/>
            <w:vAlign w:val="bottom"/>
          </w:tcPr>
          <w:p w14:paraId="4449C3FC" w14:textId="5098DCDF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ERJ-6ENF4993V</w:t>
            </w:r>
          </w:p>
        </w:tc>
      </w:tr>
      <w:tr w:rsidR="00AA2A14" w:rsidRPr="00911E9C" w14:paraId="39391D4D" w14:textId="77777777" w:rsidTr="00D6442C">
        <w:tc>
          <w:tcPr>
            <w:tcW w:w="677" w:type="dxa"/>
            <w:vAlign w:val="bottom"/>
          </w:tcPr>
          <w:p w14:paraId="112C1A71" w14:textId="3C0B0ADE" w:rsidR="00AA2A14" w:rsidRPr="00911E9C" w:rsidRDefault="00AA2A14" w:rsidP="00AA2A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07" w:type="dxa"/>
            <w:vAlign w:val="bottom"/>
          </w:tcPr>
          <w:p w14:paraId="63FF0910" w14:textId="5E979BE0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4A0B8480" w14:textId="32D884F3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R3</w:t>
            </w:r>
          </w:p>
        </w:tc>
        <w:tc>
          <w:tcPr>
            <w:tcW w:w="3050" w:type="dxa"/>
            <w:vAlign w:val="bottom"/>
          </w:tcPr>
          <w:p w14:paraId="36E70C99" w14:textId="524CFFF3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C70B4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10.0K </w:t>
            </w:r>
            <w:r w:rsidR="00D15140">
              <w:rPr>
                <w:rFonts w:ascii="Calibri" w:hAnsi="Calibri" w:cs="Calibri"/>
                <w:color w:val="000000"/>
                <w:sz w:val="18"/>
                <w:szCs w:val="18"/>
              </w:rPr>
              <w:t>1%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D15140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</w:p>
        </w:tc>
        <w:tc>
          <w:tcPr>
            <w:tcW w:w="1592" w:type="dxa"/>
            <w:vAlign w:val="bottom"/>
          </w:tcPr>
          <w:p w14:paraId="58DB2B36" w14:textId="75794E1D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58" w:type="dxa"/>
            <w:vAlign w:val="bottom"/>
          </w:tcPr>
          <w:p w14:paraId="6B15AA74" w14:textId="135E46F5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ERJ-6ENF1002V</w:t>
            </w:r>
          </w:p>
        </w:tc>
      </w:tr>
      <w:tr w:rsidR="00AA2A14" w:rsidRPr="00911E9C" w14:paraId="5D2A9202" w14:textId="77777777" w:rsidTr="00D6442C">
        <w:tc>
          <w:tcPr>
            <w:tcW w:w="677" w:type="dxa"/>
            <w:vAlign w:val="bottom"/>
          </w:tcPr>
          <w:p w14:paraId="5F25E1DF" w14:textId="0EACBDDE" w:rsidR="00AA2A14" w:rsidRPr="00911E9C" w:rsidRDefault="00AA2A14" w:rsidP="00AA2A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7" w:type="dxa"/>
            <w:vAlign w:val="bottom"/>
          </w:tcPr>
          <w:p w14:paraId="4B570C1E" w14:textId="7943BD95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6578A826" w14:textId="377136D8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R4</w:t>
            </w:r>
          </w:p>
        </w:tc>
        <w:tc>
          <w:tcPr>
            <w:tcW w:w="3050" w:type="dxa"/>
            <w:vAlign w:val="bottom"/>
          </w:tcPr>
          <w:p w14:paraId="60D79E0F" w14:textId="206E60A5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D812EE">
              <w:rPr>
                <w:rFonts w:ascii="Calibri" w:hAnsi="Calibri" w:cs="Calibri"/>
                <w:color w:val="000000"/>
                <w:sz w:val="18"/>
                <w:szCs w:val="18"/>
              </w:rPr>
              <w:t>27.4K 1%</w:t>
            </w: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THICK FILM </w:t>
            </w:r>
            <w:r w:rsidR="00D812EE">
              <w:rPr>
                <w:rFonts w:ascii="Calibri" w:hAnsi="Calibri" w:cs="Calibri"/>
                <w:color w:val="000000"/>
                <w:sz w:val="18"/>
                <w:szCs w:val="18"/>
              </w:rPr>
              <w:t>0402</w:t>
            </w:r>
          </w:p>
        </w:tc>
        <w:tc>
          <w:tcPr>
            <w:tcW w:w="1592" w:type="dxa"/>
            <w:vAlign w:val="bottom"/>
          </w:tcPr>
          <w:p w14:paraId="4AD780A3" w14:textId="49B6AF69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58" w:type="dxa"/>
            <w:vAlign w:val="bottom"/>
          </w:tcPr>
          <w:p w14:paraId="486EC93A" w14:textId="22D4E6B8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ERJ-2RKF2742X</w:t>
            </w:r>
          </w:p>
        </w:tc>
      </w:tr>
      <w:tr w:rsidR="00AA2A14" w:rsidRPr="00911E9C" w14:paraId="1C0DCC5E" w14:textId="77777777" w:rsidTr="00D6442C">
        <w:tc>
          <w:tcPr>
            <w:tcW w:w="677" w:type="dxa"/>
            <w:vAlign w:val="bottom"/>
          </w:tcPr>
          <w:p w14:paraId="45302BB2" w14:textId="13FCB19D" w:rsidR="00AA2A14" w:rsidRPr="00911E9C" w:rsidRDefault="00AA2A14" w:rsidP="00AA2A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07" w:type="dxa"/>
            <w:vAlign w:val="bottom"/>
          </w:tcPr>
          <w:p w14:paraId="640924C0" w14:textId="36CCFBD5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4DD3D8D4" w14:textId="0D51CAC6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R5</w:t>
            </w:r>
          </w:p>
        </w:tc>
        <w:tc>
          <w:tcPr>
            <w:tcW w:w="3050" w:type="dxa"/>
            <w:vAlign w:val="bottom"/>
          </w:tcPr>
          <w:p w14:paraId="53321940" w14:textId="690B2167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DC07B1">
              <w:rPr>
                <w:rFonts w:ascii="Calibri" w:hAnsi="Calibri" w:cs="Calibri"/>
                <w:color w:val="000000"/>
                <w:sz w:val="18"/>
                <w:szCs w:val="18"/>
              </w:rPr>
              <w:t>1M 1% THICK FILM 0805</w:t>
            </w:r>
          </w:p>
        </w:tc>
        <w:tc>
          <w:tcPr>
            <w:tcW w:w="1592" w:type="dxa"/>
            <w:vAlign w:val="bottom"/>
          </w:tcPr>
          <w:p w14:paraId="43FF9D18" w14:textId="0074392C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58" w:type="dxa"/>
            <w:vAlign w:val="bottom"/>
          </w:tcPr>
          <w:p w14:paraId="403A6A53" w14:textId="5CA3DFC8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RC0805JR-071ML</w:t>
            </w:r>
          </w:p>
        </w:tc>
      </w:tr>
      <w:tr w:rsidR="00AA2A14" w:rsidRPr="00911E9C" w14:paraId="0D53ABDC" w14:textId="77777777" w:rsidTr="00D6442C">
        <w:tc>
          <w:tcPr>
            <w:tcW w:w="677" w:type="dxa"/>
            <w:vAlign w:val="bottom"/>
          </w:tcPr>
          <w:p w14:paraId="5866004C" w14:textId="60367DD8" w:rsidR="00AA2A14" w:rsidRPr="00911E9C" w:rsidRDefault="00AA2A14" w:rsidP="00AA2A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07" w:type="dxa"/>
            <w:vAlign w:val="bottom"/>
          </w:tcPr>
          <w:p w14:paraId="5C264EC1" w14:textId="70E5FA36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44A83893" w14:textId="15DCBA4A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R7</w:t>
            </w:r>
          </w:p>
        </w:tc>
        <w:tc>
          <w:tcPr>
            <w:tcW w:w="3050" w:type="dxa"/>
            <w:vAlign w:val="bottom"/>
          </w:tcPr>
          <w:p w14:paraId="048F3FEA" w14:textId="613DE9B3" w:rsidR="00AA2A14" w:rsidRPr="00911E9C" w:rsidRDefault="00DC07B1" w:rsidP="00AA2A14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49.9 1% THICK FILM 0805</w:t>
            </w:r>
            <w:r w:rsidR="000252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  <w:bookmarkStart w:id="0" w:name="_GoBack"/>
            <w:bookmarkEnd w:id="0"/>
          </w:p>
        </w:tc>
        <w:tc>
          <w:tcPr>
            <w:tcW w:w="1592" w:type="dxa"/>
            <w:vAlign w:val="bottom"/>
          </w:tcPr>
          <w:p w14:paraId="0693A5B0" w14:textId="05C2014A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TBD0402</w:t>
            </w:r>
          </w:p>
        </w:tc>
        <w:tc>
          <w:tcPr>
            <w:tcW w:w="2158" w:type="dxa"/>
            <w:vAlign w:val="bottom"/>
          </w:tcPr>
          <w:p w14:paraId="694814D2" w14:textId="15CCEBAD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TBD0402</w:t>
            </w:r>
          </w:p>
        </w:tc>
      </w:tr>
      <w:tr w:rsidR="00AA2A14" w:rsidRPr="00911E9C" w14:paraId="355BFD81" w14:textId="77777777" w:rsidTr="00D6442C">
        <w:tc>
          <w:tcPr>
            <w:tcW w:w="677" w:type="dxa"/>
            <w:vAlign w:val="bottom"/>
          </w:tcPr>
          <w:p w14:paraId="3E8BC778" w14:textId="43860E7C" w:rsidR="00AA2A14" w:rsidRPr="00911E9C" w:rsidRDefault="00AA2A14" w:rsidP="00AA2A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07" w:type="dxa"/>
            <w:vAlign w:val="bottom"/>
          </w:tcPr>
          <w:p w14:paraId="13700E3A" w14:textId="41BCCFAB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4CDE936C" w14:textId="4FE370BD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R8</w:t>
            </w:r>
          </w:p>
        </w:tc>
        <w:tc>
          <w:tcPr>
            <w:tcW w:w="3050" w:type="dxa"/>
            <w:vAlign w:val="bottom"/>
          </w:tcPr>
          <w:p w14:paraId="11CA7399" w14:textId="7ED04708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RES PRECISION THICK FILM CHIP</w:t>
            </w:r>
          </w:p>
        </w:tc>
        <w:tc>
          <w:tcPr>
            <w:tcW w:w="1592" w:type="dxa"/>
            <w:vAlign w:val="bottom"/>
          </w:tcPr>
          <w:p w14:paraId="1EC17480" w14:textId="7EB81F1D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58" w:type="dxa"/>
            <w:vAlign w:val="bottom"/>
          </w:tcPr>
          <w:p w14:paraId="7E9F03A6" w14:textId="717A1487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ERJ-6ENF49R9V</w:t>
            </w:r>
          </w:p>
        </w:tc>
      </w:tr>
      <w:tr w:rsidR="00AA2A14" w:rsidRPr="00911E9C" w14:paraId="737B7CA4" w14:textId="77777777" w:rsidTr="00D6442C">
        <w:tc>
          <w:tcPr>
            <w:tcW w:w="677" w:type="dxa"/>
            <w:vAlign w:val="bottom"/>
          </w:tcPr>
          <w:p w14:paraId="1ED76313" w14:textId="104AF5B5" w:rsidR="00AA2A14" w:rsidRPr="00911E9C" w:rsidRDefault="00AA2A14" w:rsidP="00AA2A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07" w:type="dxa"/>
            <w:vAlign w:val="bottom"/>
          </w:tcPr>
          <w:p w14:paraId="480099EE" w14:textId="0377BC40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5A1E2AFB" w14:textId="6368E3EA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050" w:type="dxa"/>
            <w:vAlign w:val="bottom"/>
          </w:tcPr>
          <w:p w14:paraId="5263D21F" w14:textId="63219BB5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IC 40V, 1A SYNCHRONOUS BUCK-BOOST DC/DC CONVERTER WITH PROGRAMMABLE OUTPUT CURRENT</w:t>
            </w:r>
          </w:p>
        </w:tc>
        <w:tc>
          <w:tcPr>
            <w:tcW w:w="1592" w:type="dxa"/>
            <w:vAlign w:val="bottom"/>
          </w:tcPr>
          <w:p w14:paraId="5A80E187" w14:textId="788E9FD0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158" w:type="dxa"/>
            <w:vAlign w:val="bottom"/>
          </w:tcPr>
          <w:p w14:paraId="1D58D1F6" w14:textId="73726039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LTC3114MPDHC-1#PBF</w:t>
            </w:r>
          </w:p>
        </w:tc>
      </w:tr>
      <w:tr w:rsidR="00AA2A14" w:rsidRPr="00911E9C" w14:paraId="454B804E" w14:textId="77777777" w:rsidTr="00D6442C">
        <w:tc>
          <w:tcPr>
            <w:tcW w:w="677" w:type="dxa"/>
            <w:vAlign w:val="bottom"/>
          </w:tcPr>
          <w:p w14:paraId="52B8DF2B" w14:textId="4EB1AC12" w:rsidR="00AA2A14" w:rsidRPr="00911E9C" w:rsidRDefault="00AA2A14" w:rsidP="00AA2A1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07" w:type="dxa"/>
            <w:vAlign w:val="bottom"/>
          </w:tcPr>
          <w:p w14:paraId="19564CD0" w14:textId="237D90A9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9" w:type="dxa"/>
            <w:vAlign w:val="bottom"/>
          </w:tcPr>
          <w:p w14:paraId="1ECD9963" w14:textId="49FC7F5E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VIOC</w:t>
            </w:r>
          </w:p>
        </w:tc>
        <w:tc>
          <w:tcPr>
            <w:tcW w:w="3050" w:type="dxa"/>
            <w:vAlign w:val="bottom"/>
          </w:tcPr>
          <w:p w14:paraId="50822BED" w14:textId="24DAA7DB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592" w:type="dxa"/>
            <w:vAlign w:val="bottom"/>
          </w:tcPr>
          <w:p w14:paraId="2CDC0F72" w14:textId="1295EE51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58" w:type="dxa"/>
            <w:vAlign w:val="bottom"/>
          </w:tcPr>
          <w:p w14:paraId="114954EB" w14:textId="05E25B2E" w:rsidR="00AA2A14" w:rsidRPr="00911E9C" w:rsidRDefault="00AA2A14" w:rsidP="00AA2A14">
            <w:pPr>
              <w:rPr>
                <w:sz w:val="18"/>
                <w:szCs w:val="18"/>
              </w:rPr>
            </w:pPr>
            <w:r w:rsidRPr="00911E9C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5DF4DC27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86B"/>
    <w:rsid w:val="00012CE8"/>
    <w:rsid w:val="0002525B"/>
    <w:rsid w:val="00076ABB"/>
    <w:rsid w:val="00257AE5"/>
    <w:rsid w:val="00296005"/>
    <w:rsid w:val="002A78B3"/>
    <w:rsid w:val="002E0CEE"/>
    <w:rsid w:val="002E44A6"/>
    <w:rsid w:val="00305C13"/>
    <w:rsid w:val="00330065"/>
    <w:rsid w:val="0049281A"/>
    <w:rsid w:val="00495BDA"/>
    <w:rsid w:val="004C2E5C"/>
    <w:rsid w:val="005D11D3"/>
    <w:rsid w:val="005F3501"/>
    <w:rsid w:val="00635C56"/>
    <w:rsid w:val="00773999"/>
    <w:rsid w:val="007E29CB"/>
    <w:rsid w:val="007E3E1F"/>
    <w:rsid w:val="007F6BD5"/>
    <w:rsid w:val="008007AD"/>
    <w:rsid w:val="00801A6A"/>
    <w:rsid w:val="0082546E"/>
    <w:rsid w:val="00877F5A"/>
    <w:rsid w:val="008F348C"/>
    <w:rsid w:val="009077A5"/>
    <w:rsid w:val="00911E9C"/>
    <w:rsid w:val="00915C65"/>
    <w:rsid w:val="009677CA"/>
    <w:rsid w:val="00971CE5"/>
    <w:rsid w:val="00A02BE5"/>
    <w:rsid w:val="00A30F64"/>
    <w:rsid w:val="00AA2A14"/>
    <w:rsid w:val="00AC5922"/>
    <w:rsid w:val="00B11642"/>
    <w:rsid w:val="00B94AEC"/>
    <w:rsid w:val="00BC69A3"/>
    <w:rsid w:val="00BD6330"/>
    <w:rsid w:val="00C26CF5"/>
    <w:rsid w:val="00C47A63"/>
    <w:rsid w:val="00C70B41"/>
    <w:rsid w:val="00C71C60"/>
    <w:rsid w:val="00CA6D7C"/>
    <w:rsid w:val="00CB52D3"/>
    <w:rsid w:val="00D15140"/>
    <w:rsid w:val="00D313C7"/>
    <w:rsid w:val="00D6442C"/>
    <w:rsid w:val="00D750FF"/>
    <w:rsid w:val="00D812EE"/>
    <w:rsid w:val="00DA586B"/>
    <w:rsid w:val="00DC07B1"/>
    <w:rsid w:val="00E14A65"/>
    <w:rsid w:val="00E311D6"/>
    <w:rsid w:val="00E708F1"/>
    <w:rsid w:val="00F56727"/>
    <w:rsid w:val="00F8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ECD0B"/>
  <w15:chartTrackingRefBased/>
  <w15:docId w15:val="{00F57006-F6E0-4919-9147-4D1C154AE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nalog%20Devices,%20Inc\Stokowski,%20Michael%20-%20James%20Staley\SCP\SCP%20Demo%20Board%20Manual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E8EA5-CF73-472A-AEE0-D1C13F89FC01}"/>
</file>

<file path=customXml/itemProps2.xml><?xml version="1.0" encoding="utf-8"?>
<ds:datastoreItem xmlns:ds="http://schemas.openxmlformats.org/officeDocument/2006/customXml" ds:itemID="{2C9F6E41-FC4E-47C3-ABFE-28E9586EE1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189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33</cp:revision>
  <dcterms:created xsi:type="dcterms:W3CDTF">2020-04-17T16:25:00Z</dcterms:created>
  <dcterms:modified xsi:type="dcterms:W3CDTF">2020-04-17T19:34:00Z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